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D308D" w14:textId="77777777" w:rsidR="00903921" w:rsidRPr="00A90015" w:rsidRDefault="00EC064D" w:rsidP="00903921">
      <w:pPr>
        <w:pStyle w:val="Heading1"/>
        <w:rPr>
          <w:rFonts w:ascii="Arial" w:hAnsi="Arial" w:cs="Arial"/>
          <w:b/>
          <w:bCs/>
        </w:rPr>
      </w:pPr>
      <w:r w:rsidRPr="00A90015">
        <w:rPr>
          <w:rFonts w:ascii="Arial" w:hAnsi="Arial" w:cs="Arial"/>
          <w:b/>
          <w:bCs/>
        </w:rPr>
        <w:t>Description générale</w:t>
      </w:r>
    </w:p>
    <w:p w14:paraId="64CC3A22" w14:textId="77777777" w:rsidR="003D1584" w:rsidRPr="003E01EB" w:rsidRDefault="003D1584" w:rsidP="003D1584">
      <w:pPr>
        <w:pStyle w:val="Bulleted1"/>
        <w:rPr>
          <w:rFonts w:ascii="Arial" w:hAnsi="Arial" w:cs="Arial"/>
          <w:lang w:val="fr-FR"/>
        </w:rPr>
      </w:pPr>
      <w:r w:rsidRPr="003E01EB">
        <w:rPr>
          <w:rFonts w:ascii="Arial" w:hAnsi="Arial" w:cs="Arial"/>
          <w:lang w:val="fr-FR"/>
        </w:rPr>
        <w:t>élément de montage pour cuvette de WC suspendue avec dimensions de raccordement selon NBN EN 33:2011 :</w:t>
      </w:r>
    </w:p>
    <w:p w14:paraId="09DF0AF0" w14:textId="77777777" w:rsidR="00F81FB8" w:rsidRPr="003E01EB" w:rsidRDefault="00F81FB8" w:rsidP="00F81FB8">
      <w:pPr>
        <w:pStyle w:val="Bulleted2"/>
        <w:rPr>
          <w:rFonts w:ascii="Arial" w:hAnsi="Arial"/>
          <w:lang w:val="fr-FR"/>
        </w:rPr>
      </w:pPr>
      <w:r w:rsidRPr="003E01EB">
        <w:rPr>
          <w:rFonts w:ascii="Arial" w:hAnsi="Arial"/>
          <w:lang w:val="fr-FR"/>
        </w:rPr>
        <w:t>pour le montage contre un mur et puis emmuré</w:t>
      </w:r>
    </w:p>
    <w:p w14:paraId="4CB351D5" w14:textId="77777777" w:rsidR="003D1584" w:rsidRPr="003E01EB" w:rsidRDefault="003D1584" w:rsidP="003D1584">
      <w:pPr>
        <w:pStyle w:val="Bulleted2"/>
        <w:rPr>
          <w:rFonts w:ascii="Arial" w:hAnsi="Arial"/>
          <w:lang w:val="fr-FR"/>
        </w:rPr>
      </w:pPr>
      <w:r w:rsidRPr="003E01EB">
        <w:rPr>
          <w:rFonts w:ascii="Arial" w:hAnsi="Arial" w:cs="Arial"/>
          <w:lang w:val="fr-FR"/>
        </w:rPr>
        <w:t>pour le montage contre un mur et à recouvrir de plaques de finition (plâtre, …)</w:t>
      </w:r>
    </w:p>
    <w:p w14:paraId="16573E82" w14:textId="77777777" w:rsidR="00F81FB8" w:rsidRPr="003E01EB" w:rsidRDefault="00910EE5" w:rsidP="00F81FB8">
      <w:pPr>
        <w:pStyle w:val="Bulleted2"/>
        <w:rPr>
          <w:rFonts w:ascii="Arial" w:hAnsi="Arial"/>
          <w:lang w:val="fr-FR"/>
        </w:rPr>
      </w:pPr>
      <w:r w:rsidRPr="003E01EB">
        <w:rPr>
          <w:rFonts w:ascii="Arial" w:hAnsi="Arial"/>
          <w:lang w:val="fr-FR"/>
        </w:rPr>
        <w:t>pou</w:t>
      </w:r>
      <w:r w:rsidR="00F81FB8" w:rsidRPr="003E01EB">
        <w:rPr>
          <w:rFonts w:ascii="Arial" w:hAnsi="Arial"/>
          <w:lang w:val="fr-FR"/>
        </w:rPr>
        <w:t xml:space="preserve">r </w:t>
      </w:r>
      <w:r w:rsidRPr="003E01EB">
        <w:rPr>
          <w:rFonts w:ascii="Arial" w:hAnsi="Arial"/>
          <w:lang w:val="fr-FR"/>
        </w:rPr>
        <w:t>être emmuré lors de la construction du</w:t>
      </w:r>
      <w:r w:rsidR="00F81FB8" w:rsidRPr="003E01EB">
        <w:rPr>
          <w:rFonts w:ascii="Arial" w:hAnsi="Arial"/>
          <w:lang w:val="fr-FR"/>
        </w:rPr>
        <w:t xml:space="preserve"> mur</w:t>
      </w:r>
    </w:p>
    <w:p w14:paraId="2C05CACF" w14:textId="77777777" w:rsidR="003D1584" w:rsidRPr="003E01EB" w:rsidRDefault="003D1584" w:rsidP="003D1584">
      <w:pPr>
        <w:pStyle w:val="Bulleted2"/>
        <w:rPr>
          <w:rFonts w:ascii="Arial" w:hAnsi="Arial"/>
          <w:lang w:val="fr-FR"/>
        </w:rPr>
      </w:pPr>
      <w:r w:rsidRPr="003E01EB">
        <w:rPr>
          <w:rFonts w:ascii="Arial" w:hAnsi="Arial"/>
          <w:lang w:val="fr-FR"/>
        </w:rPr>
        <w:t>pour le montage dans des cloisons (cloisons en applique ou cloisons de séparation)</w:t>
      </w:r>
    </w:p>
    <w:p w14:paraId="754228E9" w14:textId="77777777" w:rsidR="00FE649B" w:rsidRPr="003E01EB" w:rsidRDefault="00FE649B" w:rsidP="00FE649B">
      <w:pPr>
        <w:pStyle w:val="Bulleted1"/>
        <w:rPr>
          <w:rFonts w:ascii="Arial" w:hAnsi="Arial"/>
          <w:lang w:val="fr-FR"/>
        </w:rPr>
      </w:pPr>
      <w:r w:rsidRPr="003E01EB">
        <w:rPr>
          <w:rFonts w:ascii="Arial" w:hAnsi="Arial"/>
          <w:lang w:val="fr-FR"/>
        </w:rPr>
        <w:t>l'élément de montage possède des fixations murales pour une épaisseur de cloison de 14,8 à 18 cm avec coude d'évacuation et hors finition par plaques, ni carrelage or plafonnage</w:t>
      </w:r>
    </w:p>
    <w:p w14:paraId="062857F4" w14:textId="77777777" w:rsidR="00FE649B" w:rsidRPr="003E01EB" w:rsidRDefault="0077505A" w:rsidP="00FE649B">
      <w:pPr>
        <w:pStyle w:val="Bulleted1"/>
        <w:rPr>
          <w:rFonts w:ascii="Arial" w:hAnsi="Arial"/>
          <w:lang w:val="fr-FR"/>
        </w:rPr>
      </w:pPr>
      <w:r w:rsidRPr="003E01EB">
        <w:rPr>
          <w:rFonts w:ascii="Arial" w:hAnsi="Arial"/>
          <w:lang w:val="fr-FR"/>
        </w:rPr>
        <w:t>l</w:t>
      </w:r>
      <w:r w:rsidR="00A339BE" w:rsidRPr="003E01EB">
        <w:rPr>
          <w:rFonts w:ascii="Arial" w:hAnsi="Arial"/>
          <w:lang w:val="fr-FR"/>
        </w:rPr>
        <w:t>es face</w:t>
      </w:r>
      <w:r w:rsidR="00752D09" w:rsidRPr="003E01EB">
        <w:rPr>
          <w:rFonts w:ascii="Arial" w:hAnsi="Arial"/>
          <w:lang w:val="fr-FR"/>
        </w:rPr>
        <w:t>s</w:t>
      </w:r>
      <w:r w:rsidR="00A339BE" w:rsidRPr="003E01EB">
        <w:rPr>
          <w:rFonts w:ascii="Arial" w:hAnsi="Arial"/>
          <w:lang w:val="fr-FR"/>
        </w:rPr>
        <w:t xml:space="preserve"> avant et arrière de l'élément de</w:t>
      </w:r>
      <w:r w:rsidR="00FE649B" w:rsidRPr="003E01EB">
        <w:rPr>
          <w:rFonts w:ascii="Arial" w:hAnsi="Arial"/>
          <w:lang w:val="fr-FR"/>
        </w:rPr>
        <w:t xml:space="preserve"> montage </w:t>
      </w:r>
      <w:r w:rsidRPr="003E01EB">
        <w:rPr>
          <w:rFonts w:ascii="Arial" w:hAnsi="Arial"/>
          <w:lang w:val="fr-FR"/>
        </w:rPr>
        <w:t>est prévue pour recevoir un plafonnage ou être carrelées</w:t>
      </w:r>
    </w:p>
    <w:p w14:paraId="54C2CEEE" w14:textId="77777777" w:rsidR="008C115F" w:rsidRPr="00C947D3" w:rsidRDefault="00063E0E" w:rsidP="00FE649B">
      <w:pPr>
        <w:pStyle w:val="Bulleted1"/>
        <w:rPr>
          <w:rFonts w:ascii="Arial" w:hAnsi="Arial"/>
          <w:lang w:val="fr-FR"/>
        </w:rPr>
      </w:pPr>
      <w:r w:rsidRPr="00C947D3">
        <w:rPr>
          <w:rFonts w:ascii="Arial" w:hAnsi="Arial"/>
          <w:lang w:val="fr-FR"/>
        </w:rPr>
        <w:t>sur la hauteur totale du réservoir de chasse à encastrer</w:t>
      </w:r>
      <w:r w:rsidR="002255C3" w:rsidRPr="00C947D3">
        <w:rPr>
          <w:rFonts w:ascii="Arial" w:hAnsi="Arial"/>
          <w:lang w:val="fr-FR"/>
        </w:rPr>
        <w:t>, y compris</w:t>
      </w:r>
      <w:r w:rsidRPr="00C947D3">
        <w:rPr>
          <w:rFonts w:ascii="Arial" w:hAnsi="Arial"/>
          <w:lang w:val="fr-FR"/>
        </w:rPr>
        <w:t xml:space="preserve"> le coude de chasse, </w:t>
      </w:r>
      <w:r w:rsidR="008C115F" w:rsidRPr="00C947D3">
        <w:rPr>
          <w:rFonts w:ascii="Arial" w:hAnsi="Arial"/>
          <w:lang w:val="fr-FR"/>
        </w:rPr>
        <w:t xml:space="preserve">les profilés </w:t>
      </w:r>
      <w:r w:rsidR="00C947D3" w:rsidRPr="00C947D3">
        <w:rPr>
          <w:rFonts w:ascii="Arial" w:hAnsi="Arial"/>
          <w:lang w:val="fr-FR"/>
        </w:rPr>
        <w:t xml:space="preserve">latéraux </w:t>
      </w:r>
      <w:r w:rsidR="008C115F" w:rsidRPr="00C947D3">
        <w:rPr>
          <w:rFonts w:ascii="Arial" w:hAnsi="Arial"/>
          <w:lang w:val="fr-FR"/>
        </w:rPr>
        <w:t>verticaux</w:t>
      </w:r>
      <w:r w:rsidR="00C947D3" w:rsidRPr="00C947D3">
        <w:rPr>
          <w:rFonts w:ascii="Arial" w:hAnsi="Arial"/>
          <w:lang w:val="fr-FR"/>
        </w:rPr>
        <w:t>,</w:t>
      </w:r>
      <w:r w:rsidR="00AD2B1B" w:rsidRPr="00C947D3">
        <w:rPr>
          <w:rFonts w:ascii="Arial" w:hAnsi="Arial"/>
          <w:lang w:val="fr-FR"/>
        </w:rPr>
        <w:t xml:space="preserve"> </w:t>
      </w:r>
      <w:r w:rsidR="008C115F" w:rsidRPr="00C947D3">
        <w:rPr>
          <w:rFonts w:ascii="Arial" w:hAnsi="Arial" w:cs="Arial"/>
          <w:lang w:val="fr-FR"/>
        </w:rPr>
        <w:t>thermolaqué</w:t>
      </w:r>
      <w:r w:rsidR="00AD2B1B" w:rsidRPr="00C947D3">
        <w:rPr>
          <w:rFonts w:ascii="Arial" w:hAnsi="Arial" w:cs="Arial"/>
          <w:lang w:val="fr-FR"/>
        </w:rPr>
        <w:t>s</w:t>
      </w:r>
      <w:r w:rsidR="008C115F" w:rsidRPr="00C947D3">
        <w:rPr>
          <w:rFonts w:ascii="Arial" w:hAnsi="Arial" w:cs="Arial"/>
          <w:lang w:val="fr-FR"/>
        </w:rPr>
        <w:t xml:space="preserve"> bleu</w:t>
      </w:r>
      <w:r w:rsidR="00C947D3" w:rsidRPr="00C947D3">
        <w:rPr>
          <w:rFonts w:ascii="Arial" w:hAnsi="Arial" w:cs="Arial"/>
          <w:lang w:val="fr-FR"/>
        </w:rPr>
        <w:t>s</w:t>
      </w:r>
      <w:r w:rsidR="00AD2B1B" w:rsidRPr="00C947D3">
        <w:rPr>
          <w:rFonts w:ascii="Arial" w:hAnsi="Arial" w:cs="Arial"/>
          <w:lang w:val="fr-FR"/>
        </w:rPr>
        <w:t>, sont munis d'évidements afin de consolider de manière optimale l'</w:t>
      </w:r>
      <w:r w:rsidR="00C947D3" w:rsidRPr="00C947D3">
        <w:rPr>
          <w:rFonts w:ascii="Arial" w:hAnsi="Arial" w:cs="Arial"/>
          <w:lang w:val="fr-FR"/>
        </w:rPr>
        <w:t>a</w:t>
      </w:r>
      <w:r w:rsidR="00AD2B1B" w:rsidRPr="00C947D3">
        <w:rPr>
          <w:rFonts w:ascii="Arial" w:hAnsi="Arial" w:cs="Arial"/>
          <w:lang w:val="fr-FR"/>
        </w:rPr>
        <w:t>ncrage de l'élément de montage dans la maçonnerie</w:t>
      </w:r>
    </w:p>
    <w:p w14:paraId="50896F81" w14:textId="77777777" w:rsidR="003653E1" w:rsidRDefault="00A0780F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>'élément de montage</w:t>
      </w:r>
      <w:r>
        <w:rPr>
          <w:rFonts w:ascii="Arial" w:hAnsi="Arial" w:cs="Arial"/>
          <w:lang w:val="fr-FR"/>
        </w:rPr>
        <w:t xml:space="preserve"> convient pour une structure de sol d</w:t>
      </w:r>
      <w:r w:rsidR="0003064C">
        <w:rPr>
          <w:rFonts w:ascii="Arial" w:hAnsi="Arial" w:cs="Arial"/>
          <w:lang w:val="fr-FR"/>
        </w:rPr>
        <w:t>'une épaisseur</w:t>
      </w:r>
      <w:r>
        <w:rPr>
          <w:rFonts w:ascii="Arial" w:hAnsi="Arial" w:cs="Arial"/>
          <w:lang w:val="fr-FR"/>
        </w:rPr>
        <w:t xml:space="preserve"> </w:t>
      </w:r>
      <w:r w:rsidR="0003064C">
        <w:rPr>
          <w:rFonts w:ascii="Arial" w:hAnsi="Arial" w:cs="Arial"/>
          <w:lang w:val="fr-FR"/>
        </w:rPr>
        <w:t xml:space="preserve">de </w:t>
      </w:r>
      <w:r>
        <w:rPr>
          <w:rFonts w:ascii="Arial" w:hAnsi="Arial" w:cs="Arial"/>
          <w:lang w:val="fr-FR"/>
        </w:rPr>
        <w:t xml:space="preserve">0 </w:t>
      </w:r>
      <w:r w:rsidRPr="00C947D3">
        <w:rPr>
          <w:rFonts w:ascii="Arial" w:hAnsi="Arial" w:cs="Arial"/>
          <w:lang w:val="fr-FR"/>
        </w:rPr>
        <w:t>à 2</w:t>
      </w:r>
      <w:r w:rsidR="00AB3415" w:rsidRPr="00C947D3">
        <w:rPr>
          <w:rFonts w:ascii="Arial" w:hAnsi="Arial" w:cs="Arial"/>
          <w:lang w:val="fr-FR"/>
        </w:rPr>
        <w:t>5</w:t>
      </w:r>
      <w:r w:rsidRPr="00C947D3">
        <w:rPr>
          <w:rFonts w:ascii="Arial" w:hAnsi="Arial" w:cs="Arial"/>
          <w:lang w:val="fr-FR"/>
        </w:rPr>
        <w:t xml:space="preserve"> cm</w:t>
      </w:r>
    </w:p>
    <w:p w14:paraId="4387890C" w14:textId="77777777" w:rsidR="002E05EA" w:rsidRDefault="002E05EA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gauche de l’élément </w:t>
      </w:r>
      <w:r>
        <w:rPr>
          <w:rFonts w:ascii="Arial" w:hAnsi="Arial" w:cs="Arial"/>
          <w:lang w:val="fr-FR"/>
        </w:rPr>
        <w:t>de montage se situe un t</w:t>
      </w:r>
      <w:r w:rsidRPr="00F86A6E">
        <w:rPr>
          <w:rFonts w:ascii="Arial" w:hAnsi="Arial" w:cs="Arial"/>
          <w:lang w:val="fr-FR"/>
        </w:rPr>
        <w:t xml:space="preserve">uyau d’attente dans lequel un flexible </w:t>
      </w:r>
      <w:r w:rsidR="00A86F06" w:rsidRPr="00A86F06">
        <w:rPr>
          <w:rFonts w:ascii="Arial" w:hAnsi="Arial" w:cs="Arial"/>
          <w:lang w:val="fr-FR"/>
        </w:rPr>
        <w:t>à tresse métallique</w:t>
      </w:r>
      <w:r w:rsidR="00A86F06">
        <w:rPr>
          <w:rFonts w:ascii="Arial" w:hAnsi="Arial" w:cs="Arial"/>
          <w:lang w:val="fr-FR"/>
        </w:rPr>
        <w:t xml:space="preserve"> </w:t>
      </w:r>
      <w:r w:rsidRPr="00F86A6E">
        <w:rPr>
          <w:rFonts w:ascii="Arial" w:hAnsi="Arial" w:cs="Arial"/>
          <w:lang w:val="fr-FR"/>
        </w:rPr>
        <w:t xml:space="preserve">pour l’alimentation </w:t>
      </w:r>
      <w:r w:rsidR="00B41F34">
        <w:rPr>
          <w:rFonts w:ascii="Arial" w:hAnsi="Arial" w:cs="Arial"/>
          <w:lang w:val="fr-FR"/>
        </w:rPr>
        <w:t xml:space="preserve">en </w:t>
      </w:r>
      <w:r w:rsidRPr="00F86A6E">
        <w:rPr>
          <w:rFonts w:ascii="Arial" w:hAnsi="Arial" w:cs="Arial"/>
          <w:lang w:val="fr-FR"/>
        </w:rPr>
        <w:t>eau d</w:t>
      </w:r>
      <w:r w:rsidR="00B41F34">
        <w:rPr>
          <w:rFonts w:ascii="Arial" w:hAnsi="Arial" w:cs="Arial"/>
          <w:lang w:val="fr-FR"/>
        </w:rPr>
        <w:t>'un</w:t>
      </w:r>
      <w:r>
        <w:rPr>
          <w:rFonts w:ascii="Arial" w:hAnsi="Arial" w:cs="Arial"/>
          <w:lang w:val="fr-FR"/>
        </w:rPr>
        <w:t xml:space="preserve"> </w:t>
      </w:r>
      <w:r w:rsidR="00B41F34">
        <w:rPr>
          <w:rFonts w:ascii="Arial" w:hAnsi="Arial" w:cs="Arial"/>
          <w:lang w:val="fr-FR"/>
        </w:rPr>
        <w:t>"</w:t>
      </w:r>
      <w:r>
        <w:rPr>
          <w:rFonts w:ascii="Arial" w:hAnsi="Arial" w:cs="Arial"/>
          <w:lang w:val="fr-FR"/>
        </w:rPr>
        <w:t xml:space="preserve">WC </w:t>
      </w:r>
      <w:r w:rsidRPr="00F86A6E">
        <w:rPr>
          <w:rFonts w:ascii="Arial" w:hAnsi="Arial" w:cs="Arial"/>
          <w:lang w:val="fr-FR"/>
        </w:rPr>
        <w:t>douche</w:t>
      </w:r>
      <w:r w:rsidR="00B41F34">
        <w:rPr>
          <w:rFonts w:ascii="Arial" w:hAnsi="Arial" w:cs="Arial"/>
          <w:lang w:val="fr-FR"/>
        </w:rPr>
        <w:t>"</w:t>
      </w:r>
      <w:r w:rsidRPr="00F86A6E">
        <w:rPr>
          <w:rFonts w:ascii="Arial" w:hAnsi="Arial" w:cs="Arial"/>
          <w:lang w:val="fr-FR"/>
        </w:rPr>
        <w:t xml:space="preserve"> peut être installé ultérieurement</w:t>
      </w:r>
    </w:p>
    <w:p w14:paraId="41A15B64" w14:textId="77777777" w:rsidR="00C60F9F" w:rsidRDefault="00C60F9F" w:rsidP="002E05EA">
      <w:pPr>
        <w:pStyle w:val="Bulleted1"/>
        <w:rPr>
          <w:rFonts w:ascii="Arial" w:hAnsi="Arial" w:cs="Arial"/>
          <w:lang w:val="fr-FR"/>
        </w:rPr>
      </w:pPr>
      <w:r w:rsidRPr="00F86A6E">
        <w:rPr>
          <w:rFonts w:ascii="Arial" w:hAnsi="Arial" w:cs="Arial"/>
          <w:lang w:val="fr-FR"/>
        </w:rPr>
        <w:t xml:space="preserve">du côté </w:t>
      </w:r>
      <w:r>
        <w:rPr>
          <w:rFonts w:ascii="Arial" w:hAnsi="Arial" w:cs="Arial"/>
          <w:lang w:val="fr-FR"/>
        </w:rPr>
        <w:t xml:space="preserve">droit </w:t>
      </w:r>
      <w:r w:rsidRPr="00F86A6E">
        <w:rPr>
          <w:rFonts w:ascii="Arial" w:hAnsi="Arial" w:cs="Arial"/>
          <w:lang w:val="fr-FR"/>
        </w:rPr>
        <w:t xml:space="preserve">de l’élément </w:t>
      </w:r>
      <w:r>
        <w:rPr>
          <w:rFonts w:ascii="Arial" w:hAnsi="Arial" w:cs="Arial"/>
          <w:lang w:val="fr-FR"/>
        </w:rPr>
        <w:t xml:space="preserve">de montage se situe </w:t>
      </w:r>
      <w:r w:rsidR="002272A0">
        <w:rPr>
          <w:rFonts w:ascii="Arial" w:hAnsi="Arial" w:cs="Arial"/>
          <w:lang w:val="fr-FR"/>
        </w:rPr>
        <w:t xml:space="preserve">une ouverture, au niveau de la cuvette de WC à installer, pour permettre le raccordement </w:t>
      </w:r>
      <w:r w:rsidR="00F2346E">
        <w:rPr>
          <w:rFonts w:ascii="Arial" w:hAnsi="Arial" w:cs="Arial"/>
          <w:lang w:val="fr-FR"/>
        </w:rPr>
        <w:t xml:space="preserve">dissimulé </w:t>
      </w:r>
      <w:r w:rsidR="002272A0">
        <w:rPr>
          <w:rFonts w:ascii="Arial" w:hAnsi="Arial" w:cs="Arial"/>
          <w:lang w:val="fr-FR"/>
        </w:rPr>
        <w:t>électrique d</w:t>
      </w:r>
      <w:r w:rsidR="004C0A9D">
        <w:rPr>
          <w:rFonts w:ascii="Arial" w:hAnsi="Arial" w:cs="Arial"/>
          <w:lang w:val="fr-FR"/>
        </w:rPr>
        <w:t>'</w:t>
      </w:r>
      <w:r w:rsidR="002272A0">
        <w:rPr>
          <w:rFonts w:ascii="Arial" w:hAnsi="Arial" w:cs="Arial"/>
          <w:lang w:val="fr-FR"/>
        </w:rPr>
        <w:t>u</w:t>
      </w:r>
      <w:r w:rsidR="004C0A9D">
        <w:rPr>
          <w:rFonts w:ascii="Arial" w:hAnsi="Arial" w:cs="Arial"/>
          <w:lang w:val="fr-FR"/>
        </w:rPr>
        <w:t>n</w:t>
      </w:r>
      <w:r w:rsidR="002272A0">
        <w:rPr>
          <w:rFonts w:ascii="Arial" w:hAnsi="Arial" w:cs="Arial"/>
          <w:lang w:val="fr-FR"/>
        </w:rPr>
        <w:t xml:space="preserve"> </w:t>
      </w:r>
      <w:r w:rsidR="004C0A9D">
        <w:rPr>
          <w:rFonts w:ascii="Arial" w:hAnsi="Arial" w:cs="Arial"/>
          <w:lang w:val="fr-FR"/>
        </w:rPr>
        <w:t>"</w:t>
      </w:r>
      <w:r w:rsidR="002272A0">
        <w:rPr>
          <w:rFonts w:ascii="Arial" w:hAnsi="Arial" w:cs="Arial"/>
          <w:lang w:val="fr-FR"/>
        </w:rPr>
        <w:t>WC douche</w:t>
      </w:r>
      <w:r w:rsidR="004C0A9D">
        <w:rPr>
          <w:rFonts w:ascii="Arial" w:hAnsi="Arial" w:cs="Arial"/>
          <w:lang w:val="fr-FR"/>
        </w:rPr>
        <w:t>"</w:t>
      </w:r>
    </w:p>
    <w:p w14:paraId="663BD07C" w14:textId="77777777" w:rsidR="00676154" w:rsidRDefault="00723A36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</w:t>
      </w:r>
      <w:r w:rsidR="002939A4" w:rsidRPr="00F86A6E">
        <w:rPr>
          <w:rFonts w:ascii="Arial" w:hAnsi="Arial" w:cs="Arial"/>
          <w:lang w:val="fr-FR"/>
        </w:rPr>
        <w:t>'élément de montage</w:t>
      </w:r>
      <w:r w:rsidR="002939A4">
        <w:rPr>
          <w:rFonts w:ascii="Arial" w:hAnsi="Arial" w:cs="Arial"/>
          <w:lang w:val="fr-FR"/>
        </w:rPr>
        <w:t xml:space="preserve"> est muni d'un réservoir de chasse à encastrer </w:t>
      </w:r>
      <w:r w:rsidR="004175C6">
        <w:rPr>
          <w:rFonts w:ascii="Arial" w:hAnsi="Arial" w:cs="Arial"/>
          <w:lang w:val="fr-FR"/>
        </w:rPr>
        <w:t xml:space="preserve">préalablement </w:t>
      </w:r>
      <w:r w:rsidR="00D408B0">
        <w:rPr>
          <w:rFonts w:ascii="Arial" w:hAnsi="Arial" w:cs="Arial"/>
          <w:lang w:val="fr-FR"/>
        </w:rPr>
        <w:t>pré</w:t>
      </w:r>
      <w:r w:rsidR="004175C6">
        <w:rPr>
          <w:rFonts w:ascii="Arial" w:hAnsi="Arial" w:cs="Arial"/>
          <w:lang w:val="fr-FR"/>
        </w:rPr>
        <w:t xml:space="preserve">monté, avec rinçage à double touche, </w:t>
      </w:r>
      <w:r w:rsidR="002939A4">
        <w:rPr>
          <w:rFonts w:ascii="Arial" w:hAnsi="Arial" w:cs="Arial"/>
          <w:lang w:val="fr-FR"/>
        </w:rPr>
        <w:t>pour déclenchement frontal</w:t>
      </w:r>
      <w:r w:rsidR="00D271D0">
        <w:rPr>
          <w:rFonts w:ascii="Arial" w:hAnsi="Arial" w:cs="Arial"/>
          <w:lang w:val="fr-FR"/>
        </w:rPr>
        <w:t>, certifié par Belgaqua</w:t>
      </w:r>
    </w:p>
    <w:p w14:paraId="1FBA17FD" w14:textId="77777777" w:rsidR="004175C6" w:rsidRPr="002939A4" w:rsidRDefault="004175C6" w:rsidP="004175C6">
      <w:pPr>
        <w:pStyle w:val="Bulleted2"/>
        <w:rPr>
          <w:rFonts w:ascii="Arial" w:hAnsi="Arial"/>
          <w:color w:val="0070C0"/>
          <w:lang w:val="fr-FR"/>
        </w:rPr>
      </w:pPr>
      <w:r>
        <w:rPr>
          <w:rFonts w:ascii="Arial" w:hAnsi="Arial"/>
          <w:color w:val="0070C0"/>
          <w:lang w:val="fr-FR"/>
        </w:rPr>
        <w:t>r</w:t>
      </w:r>
      <w:r w:rsidRPr="002939A4">
        <w:rPr>
          <w:rFonts w:ascii="Arial" w:hAnsi="Arial"/>
          <w:color w:val="0070C0"/>
          <w:lang w:val="fr-FR"/>
        </w:rPr>
        <w:t>éservoir de chasse à enc</w:t>
      </w:r>
      <w:r>
        <w:rPr>
          <w:rFonts w:ascii="Arial" w:hAnsi="Arial"/>
          <w:color w:val="0070C0"/>
          <w:lang w:val="fr-FR"/>
        </w:rPr>
        <w:t>a</w:t>
      </w:r>
      <w:r w:rsidRPr="002939A4">
        <w:rPr>
          <w:rFonts w:ascii="Arial" w:hAnsi="Arial"/>
          <w:color w:val="0070C0"/>
          <w:lang w:val="fr-FR"/>
        </w:rPr>
        <w:t>s</w:t>
      </w:r>
      <w:r>
        <w:rPr>
          <w:rFonts w:ascii="Arial" w:hAnsi="Arial"/>
          <w:color w:val="0070C0"/>
          <w:lang w:val="fr-FR"/>
        </w:rPr>
        <w:t>trer</w:t>
      </w:r>
      <w:r w:rsidR="003C7987">
        <w:rPr>
          <w:rFonts w:ascii="Arial" w:hAnsi="Arial"/>
          <w:color w:val="0070C0"/>
          <w:lang w:val="fr-FR"/>
        </w:rPr>
        <w:t xml:space="preserve"> </w:t>
      </w:r>
      <w:r w:rsidRPr="002939A4">
        <w:rPr>
          <w:rFonts w:ascii="Arial" w:hAnsi="Arial"/>
          <w:color w:val="0070C0"/>
          <w:lang w:val="fr-FR"/>
        </w:rPr>
        <w:t xml:space="preserve">: </w:t>
      </w:r>
      <w:r>
        <w:rPr>
          <w:rFonts w:ascii="Arial" w:hAnsi="Arial"/>
          <w:color w:val="0070C0"/>
          <w:lang w:val="fr-FR"/>
        </w:rPr>
        <w:t>voir</w:t>
      </w:r>
      <w:r w:rsidRPr="002939A4">
        <w:rPr>
          <w:rFonts w:ascii="Arial" w:hAnsi="Arial"/>
          <w:color w:val="0070C0"/>
          <w:lang w:val="fr-FR"/>
        </w:rPr>
        <w:t xml:space="preserve"> </w:t>
      </w:r>
      <w:r>
        <w:rPr>
          <w:rFonts w:ascii="Arial" w:hAnsi="Arial"/>
          <w:color w:val="0070C0"/>
          <w:lang w:val="fr-FR"/>
        </w:rPr>
        <w:t>cahier des charges</w:t>
      </w:r>
      <w:r w:rsidR="003C7987">
        <w:rPr>
          <w:rFonts w:ascii="Arial" w:hAnsi="Arial"/>
          <w:color w:val="0070C0"/>
          <w:lang w:val="fr-FR"/>
        </w:rPr>
        <w:t xml:space="preserve"> </w:t>
      </w:r>
      <w:r w:rsidRPr="002939A4">
        <w:rPr>
          <w:rFonts w:ascii="Arial" w:hAnsi="Arial"/>
          <w:color w:val="0070C0"/>
          <w:lang w:val="fr-FR"/>
        </w:rPr>
        <w:t xml:space="preserve">: </w:t>
      </w:r>
      <w:r>
        <w:rPr>
          <w:rFonts w:ascii="Arial" w:hAnsi="Arial"/>
          <w:color w:val="0070C0"/>
          <w:lang w:val="fr-FR"/>
        </w:rPr>
        <w:t xml:space="preserve">Réservoir de chasse à encastrer </w:t>
      </w:r>
      <w:r w:rsidRPr="002939A4">
        <w:rPr>
          <w:rFonts w:ascii="Arial" w:hAnsi="Arial"/>
          <w:color w:val="0070C0"/>
          <w:lang w:val="fr-FR"/>
        </w:rPr>
        <w:t>Sigma 12 cm</w:t>
      </w:r>
    </w:p>
    <w:p w14:paraId="413710D0" w14:textId="77777777" w:rsidR="00676154" w:rsidRPr="00A90015" w:rsidRDefault="00676154" w:rsidP="00676154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Matériau</w:t>
      </w:r>
      <w:r w:rsidR="00D408B0">
        <w:rPr>
          <w:rFonts w:ascii="Arial" w:hAnsi="Arial" w:cs="Arial"/>
          <w:b/>
          <w:bCs/>
        </w:rPr>
        <w:t>x</w:t>
      </w:r>
      <w:r>
        <w:rPr>
          <w:rFonts w:ascii="Arial" w:hAnsi="Arial" w:cs="Arial"/>
          <w:b/>
          <w:bCs/>
        </w:rPr>
        <w:t xml:space="preserve"> et </w:t>
      </w:r>
      <w:r w:rsidR="00EA337A">
        <w:rPr>
          <w:rFonts w:ascii="Arial" w:hAnsi="Arial" w:cs="Arial"/>
          <w:b/>
          <w:bCs/>
        </w:rPr>
        <w:t>caractéristique</w:t>
      </w:r>
      <w:r>
        <w:rPr>
          <w:rFonts w:ascii="Arial" w:hAnsi="Arial" w:cs="Arial"/>
          <w:b/>
          <w:bCs/>
        </w:rPr>
        <w:t>s</w:t>
      </w:r>
    </w:p>
    <w:p w14:paraId="788CD579" w14:textId="77777777" w:rsidR="00676154" w:rsidRPr="00981C24" w:rsidRDefault="00676154" w:rsidP="00676154">
      <w:pPr>
        <w:pStyle w:val="Heading1"/>
        <w:numPr>
          <w:ilvl w:val="1"/>
          <w:numId w:val="18"/>
        </w:numPr>
        <w:spacing w:before="0"/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Matériau</w:t>
      </w:r>
      <w:r w:rsidR="00720FFB">
        <w:rPr>
          <w:rFonts w:ascii="Arial" w:hAnsi="Arial"/>
          <w:b/>
          <w:u w:val="none"/>
        </w:rPr>
        <w:t>x</w:t>
      </w:r>
    </w:p>
    <w:p w14:paraId="4DE681F6" w14:textId="77777777" w:rsidR="00276414" w:rsidRPr="00276414" w:rsidRDefault="00276414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 w:cs="Arial"/>
          <w:lang w:val="fr-FR"/>
        </w:rPr>
        <w:t>l</w:t>
      </w:r>
      <w:r w:rsidRPr="00F86A6E">
        <w:rPr>
          <w:rFonts w:ascii="Arial" w:hAnsi="Arial" w:cs="Arial"/>
          <w:lang w:val="fr-FR"/>
        </w:rPr>
        <w:t xml:space="preserve">'élément de montage pour cuvette de </w:t>
      </w:r>
      <w:r>
        <w:rPr>
          <w:rFonts w:ascii="Arial" w:hAnsi="Arial" w:cs="Arial"/>
          <w:lang w:val="fr-FR"/>
        </w:rPr>
        <w:t>WC</w:t>
      </w:r>
      <w:r w:rsidRPr="00F86A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suspendue </w:t>
      </w:r>
      <w:r w:rsidRPr="00F86A6E">
        <w:rPr>
          <w:rFonts w:ascii="Arial" w:hAnsi="Arial" w:cs="Arial"/>
          <w:lang w:val="fr-FR"/>
        </w:rPr>
        <w:t xml:space="preserve">est fabriqué </w:t>
      </w:r>
      <w:r w:rsidR="00231F4C">
        <w:rPr>
          <w:rFonts w:ascii="Arial" w:hAnsi="Arial" w:cs="Arial"/>
          <w:lang w:val="fr-FR"/>
        </w:rPr>
        <w:t xml:space="preserve">au moyen </w:t>
      </w:r>
      <w:r w:rsidRPr="00F86A6E">
        <w:rPr>
          <w:rFonts w:ascii="Arial" w:hAnsi="Arial" w:cs="Arial"/>
          <w:lang w:val="fr-FR"/>
        </w:rPr>
        <w:t xml:space="preserve">d'un profilé C de 4 x </w:t>
      </w:r>
      <w:smartTag w:uri="urn:schemas-microsoft-com:office:smarttags" w:element="metricconverter">
        <w:smartTagPr>
          <w:attr w:name="ProductID" w:val="4 cm"/>
        </w:smartTagPr>
        <w:r w:rsidRPr="00F86A6E">
          <w:rPr>
            <w:rFonts w:ascii="Arial" w:hAnsi="Arial" w:cs="Arial"/>
            <w:lang w:val="fr-FR"/>
          </w:rPr>
          <w:t>4 cm</w:t>
        </w:r>
      </w:smartTag>
      <w:r>
        <w:rPr>
          <w:rFonts w:ascii="Arial" w:hAnsi="Arial" w:cs="Arial"/>
          <w:lang w:val="fr-FR"/>
        </w:rPr>
        <w:t xml:space="preserve"> ayant une épaisseur de </w:t>
      </w:r>
      <w:smartTag w:uri="urn:schemas-microsoft-com:office:smarttags" w:element="metricconverter">
        <w:smartTagPr>
          <w:attr w:name="ProductID" w:val="2 mm"/>
        </w:smartTagPr>
        <w:r>
          <w:rPr>
            <w:rFonts w:ascii="Arial" w:hAnsi="Arial" w:cs="Arial"/>
            <w:lang w:val="fr-FR"/>
          </w:rPr>
          <w:t>2 mm</w:t>
        </w:r>
      </w:smartTag>
      <w:r w:rsidRPr="00F86A6E">
        <w:rPr>
          <w:rFonts w:ascii="Arial" w:hAnsi="Arial" w:cs="Arial"/>
          <w:lang w:val="fr-FR"/>
        </w:rPr>
        <w:t xml:space="preserve">, en acier </w:t>
      </w:r>
      <w:r w:rsidR="00710232">
        <w:rPr>
          <w:rFonts w:ascii="Arial" w:hAnsi="Arial" w:cs="Arial"/>
          <w:lang w:val="fr-FR"/>
        </w:rPr>
        <w:t>thermo</w:t>
      </w:r>
      <w:r w:rsidRPr="00F86A6E">
        <w:rPr>
          <w:rFonts w:ascii="Arial" w:hAnsi="Arial" w:cs="Arial"/>
          <w:lang w:val="fr-FR"/>
        </w:rPr>
        <w:t>laqué bleu</w:t>
      </w:r>
    </w:p>
    <w:p w14:paraId="1F148FB6" w14:textId="77777777" w:rsidR="00276414" w:rsidRDefault="00231F4C" w:rsidP="00276414">
      <w:pPr>
        <w:pStyle w:val="Bulleted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les </w:t>
      </w:r>
      <w:r w:rsidR="00024397">
        <w:rPr>
          <w:rFonts w:ascii="Arial" w:hAnsi="Arial"/>
          <w:lang w:val="fr-FR"/>
        </w:rPr>
        <w:t>pieds supports</w:t>
      </w:r>
      <w:r w:rsidR="00EF7775">
        <w:rPr>
          <w:rFonts w:ascii="Arial" w:hAnsi="Arial"/>
          <w:lang w:val="fr-FR"/>
        </w:rPr>
        <w:t xml:space="preserve"> et</w:t>
      </w:r>
      <w:r w:rsidR="00276414" w:rsidRPr="00234F4A">
        <w:rPr>
          <w:rFonts w:ascii="Arial" w:hAnsi="Arial"/>
          <w:lang w:val="fr-FR"/>
        </w:rPr>
        <w:t xml:space="preserve"> </w:t>
      </w:r>
      <w:r w:rsidR="00720FFB">
        <w:rPr>
          <w:rFonts w:ascii="Arial" w:hAnsi="Arial"/>
          <w:lang w:val="fr-FR"/>
        </w:rPr>
        <w:t xml:space="preserve">leurs </w:t>
      </w:r>
      <w:r w:rsidR="00234F4A" w:rsidRPr="00234F4A">
        <w:rPr>
          <w:rFonts w:ascii="Arial" w:hAnsi="Arial"/>
          <w:lang w:val="fr-FR"/>
        </w:rPr>
        <w:t xml:space="preserve">plaquettes </w:t>
      </w:r>
      <w:r w:rsidR="007416C2">
        <w:rPr>
          <w:rFonts w:ascii="Arial" w:hAnsi="Arial"/>
          <w:lang w:val="fr-FR"/>
        </w:rPr>
        <w:t xml:space="preserve">de base </w:t>
      </w:r>
      <w:r w:rsidR="00234F4A">
        <w:rPr>
          <w:rFonts w:ascii="Arial" w:hAnsi="Arial"/>
          <w:lang w:val="fr-FR"/>
        </w:rPr>
        <w:t>sont zingués</w:t>
      </w:r>
    </w:p>
    <w:p w14:paraId="72DA0EAF" w14:textId="77777777" w:rsidR="002C3FF9" w:rsidRPr="00B06FC6" w:rsidRDefault="00752D09" w:rsidP="002C3FF9">
      <w:pPr>
        <w:pStyle w:val="Bulleted1"/>
        <w:rPr>
          <w:rFonts w:ascii="Arial" w:hAnsi="Arial"/>
          <w:lang w:val="fr-FR"/>
        </w:rPr>
      </w:pPr>
      <w:r w:rsidRPr="00B06FC6">
        <w:rPr>
          <w:rFonts w:ascii="Arial" w:hAnsi="Arial"/>
          <w:lang w:val="fr-FR"/>
        </w:rPr>
        <w:t>les</w:t>
      </w:r>
      <w:r w:rsidR="002C3FF9" w:rsidRPr="00B06FC6">
        <w:rPr>
          <w:rFonts w:ascii="Arial" w:hAnsi="Arial"/>
          <w:lang w:val="fr-FR"/>
        </w:rPr>
        <w:t xml:space="preserve"> 6 </w:t>
      </w:r>
      <w:r w:rsidRPr="00B06FC6">
        <w:rPr>
          <w:rFonts w:ascii="Arial" w:hAnsi="Arial"/>
          <w:lang w:val="fr-FR"/>
        </w:rPr>
        <w:t>équerres de montage</w:t>
      </w:r>
      <w:r w:rsidR="002C3FF9" w:rsidRPr="00B06FC6">
        <w:rPr>
          <w:rFonts w:ascii="Arial" w:hAnsi="Arial"/>
          <w:lang w:val="fr-FR"/>
        </w:rPr>
        <w:t xml:space="preserve"> </w:t>
      </w:r>
      <w:r w:rsidRPr="00B06FC6">
        <w:rPr>
          <w:rFonts w:ascii="Arial" w:hAnsi="Arial"/>
          <w:lang w:val="fr-FR"/>
        </w:rPr>
        <w:t>pour la fixation de l'élément contre le mur sont en acier</w:t>
      </w:r>
    </w:p>
    <w:p w14:paraId="32723A0C" w14:textId="77777777" w:rsidR="002C3FF9" w:rsidRPr="00B06FC6" w:rsidRDefault="00752D09" w:rsidP="002C3FF9">
      <w:pPr>
        <w:pStyle w:val="Bulleted1"/>
        <w:rPr>
          <w:rFonts w:ascii="Arial" w:hAnsi="Arial"/>
          <w:lang w:val="fr-FR"/>
        </w:rPr>
      </w:pPr>
      <w:r w:rsidRPr="00B06FC6">
        <w:rPr>
          <w:rFonts w:ascii="Arial" w:hAnsi="Arial"/>
          <w:lang w:val="fr-FR"/>
        </w:rPr>
        <w:t>la plaque d'une épaisseur d</w:t>
      </w:r>
      <w:r w:rsidR="00B06FC6" w:rsidRPr="00B06FC6">
        <w:rPr>
          <w:rFonts w:ascii="Arial" w:hAnsi="Arial"/>
          <w:lang w:val="fr-FR"/>
        </w:rPr>
        <w:t xml:space="preserve">e </w:t>
      </w:r>
      <w:r w:rsidR="002C3FF9" w:rsidRPr="00B06FC6">
        <w:rPr>
          <w:rFonts w:ascii="Arial" w:hAnsi="Arial"/>
          <w:lang w:val="fr-FR"/>
        </w:rPr>
        <w:t xml:space="preserve">1 cm, </w:t>
      </w:r>
      <w:r w:rsidRPr="00B06FC6">
        <w:rPr>
          <w:rFonts w:ascii="Arial" w:hAnsi="Arial"/>
          <w:lang w:val="fr-FR"/>
        </w:rPr>
        <w:t xml:space="preserve">qui recouvre la face frontale du réservoir de chasse à encastrer, est </w:t>
      </w:r>
      <w:r w:rsidR="00B06FC6" w:rsidRPr="00B06FC6">
        <w:rPr>
          <w:rFonts w:ascii="Arial" w:hAnsi="Arial"/>
          <w:lang w:val="fr-FR"/>
        </w:rPr>
        <w:t>composée</w:t>
      </w:r>
      <w:r w:rsidR="003C217D" w:rsidRPr="00B06FC6">
        <w:rPr>
          <w:rFonts w:ascii="Arial" w:hAnsi="Arial"/>
          <w:lang w:val="fr-FR"/>
        </w:rPr>
        <w:t xml:space="preserve"> de plâtre et de fibres de cellulose</w:t>
      </w:r>
    </w:p>
    <w:p w14:paraId="6329BC8B" w14:textId="77777777" w:rsidR="003C217D" w:rsidRPr="00D83539" w:rsidRDefault="003C217D" w:rsidP="002C3FF9">
      <w:pPr>
        <w:pStyle w:val="Bulleted1"/>
        <w:rPr>
          <w:rFonts w:ascii="Arial" w:hAnsi="Arial"/>
          <w:lang w:val="fr-FR"/>
        </w:rPr>
      </w:pPr>
      <w:r w:rsidRPr="00D83539">
        <w:rPr>
          <w:rFonts w:ascii="Arial" w:hAnsi="Arial"/>
          <w:lang w:val="fr-FR"/>
        </w:rPr>
        <w:t xml:space="preserve">la plaque d'une épaisseur de 6 mm, qui recouvre la face frontale des pieds supports, est </w:t>
      </w:r>
      <w:r w:rsidR="00D83539">
        <w:rPr>
          <w:rFonts w:ascii="Arial" w:hAnsi="Arial"/>
          <w:lang w:val="fr-FR"/>
        </w:rPr>
        <w:t xml:space="preserve">réalisée </w:t>
      </w:r>
      <w:r w:rsidRPr="00D83539">
        <w:rPr>
          <w:rFonts w:ascii="Arial" w:hAnsi="Arial"/>
          <w:lang w:val="fr-FR"/>
        </w:rPr>
        <w:t>à base de silicate de calcium cimentaire (ciment</w:t>
      </w:r>
      <w:r w:rsidR="00D83539" w:rsidRPr="00D83539">
        <w:rPr>
          <w:rFonts w:ascii="Arial" w:hAnsi="Arial"/>
          <w:lang w:val="fr-FR"/>
        </w:rPr>
        <w:t xml:space="preserve"> et</w:t>
      </w:r>
      <w:r w:rsidRPr="00D83539">
        <w:rPr>
          <w:rFonts w:ascii="Arial" w:hAnsi="Arial"/>
          <w:lang w:val="fr-FR"/>
        </w:rPr>
        <w:t xml:space="preserve"> liant de ciment)</w:t>
      </w:r>
    </w:p>
    <w:p w14:paraId="533306B3" w14:textId="77777777" w:rsidR="002C3FF9" w:rsidRPr="00D83539" w:rsidRDefault="00752D09" w:rsidP="002C3FF9">
      <w:pPr>
        <w:pStyle w:val="Bulleted1"/>
        <w:rPr>
          <w:rFonts w:ascii="Arial" w:hAnsi="Arial"/>
          <w:lang w:val="fr-FR"/>
        </w:rPr>
      </w:pPr>
      <w:r w:rsidRPr="00D83539">
        <w:rPr>
          <w:rFonts w:ascii="Arial" w:hAnsi="Arial"/>
          <w:lang w:val="fr-FR"/>
        </w:rPr>
        <w:t>la plaque d'une épaisseur de</w:t>
      </w:r>
      <w:r w:rsidR="002C3FF9" w:rsidRPr="00D83539">
        <w:rPr>
          <w:rFonts w:ascii="Arial" w:hAnsi="Arial"/>
          <w:lang w:val="fr-FR"/>
        </w:rPr>
        <w:t xml:space="preserve"> </w:t>
      </w:r>
      <w:r w:rsidR="003C217D" w:rsidRPr="00D83539">
        <w:rPr>
          <w:rFonts w:ascii="Arial" w:hAnsi="Arial"/>
          <w:lang w:val="fr-FR"/>
        </w:rPr>
        <w:t>6 m</w:t>
      </w:r>
      <w:r w:rsidR="002C3FF9" w:rsidRPr="00D83539">
        <w:rPr>
          <w:rFonts w:ascii="Arial" w:hAnsi="Arial"/>
          <w:lang w:val="fr-FR"/>
        </w:rPr>
        <w:t xml:space="preserve">m, </w:t>
      </w:r>
      <w:r w:rsidRPr="00D83539">
        <w:rPr>
          <w:rFonts w:ascii="Arial" w:hAnsi="Arial"/>
          <w:lang w:val="fr-FR"/>
        </w:rPr>
        <w:t xml:space="preserve">qui recouvre la face arrière du réservoir de chasse à encastrer, est </w:t>
      </w:r>
      <w:r w:rsidR="00D83539" w:rsidRPr="00D83539">
        <w:rPr>
          <w:rFonts w:ascii="Arial" w:hAnsi="Arial"/>
          <w:lang w:val="fr-FR"/>
        </w:rPr>
        <w:t xml:space="preserve">réalisée </w:t>
      </w:r>
      <w:r w:rsidR="003C217D" w:rsidRPr="00D83539">
        <w:rPr>
          <w:rFonts w:ascii="Arial" w:hAnsi="Arial"/>
          <w:lang w:val="fr-FR"/>
        </w:rPr>
        <w:t>à base de silicate de calcium cimentaire (ciment</w:t>
      </w:r>
      <w:r w:rsidR="00D83539" w:rsidRPr="00D83539">
        <w:rPr>
          <w:rFonts w:ascii="Arial" w:hAnsi="Arial"/>
          <w:lang w:val="fr-FR"/>
        </w:rPr>
        <w:t xml:space="preserve"> et</w:t>
      </w:r>
      <w:r w:rsidR="003C217D" w:rsidRPr="00D83539">
        <w:rPr>
          <w:rFonts w:ascii="Arial" w:hAnsi="Arial"/>
          <w:lang w:val="fr-FR"/>
        </w:rPr>
        <w:t xml:space="preserve"> liant de ciment)</w:t>
      </w:r>
    </w:p>
    <w:p w14:paraId="6794D193" w14:textId="77777777" w:rsidR="00110427" w:rsidRDefault="00231F4C" w:rsidP="00110427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la </w:t>
      </w:r>
      <w:r w:rsidR="00110427">
        <w:rPr>
          <w:rFonts w:ascii="Arial" w:hAnsi="Arial" w:cs="Arial"/>
          <w:lang w:val="fr-FR"/>
        </w:rPr>
        <w:t>m</w:t>
      </w:r>
      <w:r w:rsidR="00110427" w:rsidRPr="00F86A6E">
        <w:rPr>
          <w:rFonts w:ascii="Arial" w:hAnsi="Arial" w:cs="Arial"/>
          <w:lang w:val="fr-FR"/>
        </w:rPr>
        <w:t>anchette d’alimentation (ø45</w:t>
      </w:r>
      <w:r w:rsidR="00CB683B">
        <w:rPr>
          <w:rFonts w:ascii="Arial" w:hAnsi="Arial" w:cs="Arial"/>
          <w:lang w:val="fr-FR"/>
        </w:rPr>
        <w:t xml:space="preserve"> mm</w:t>
      </w:r>
      <w:r w:rsidR="00110427" w:rsidRPr="00F86A6E">
        <w:rPr>
          <w:rFonts w:ascii="Arial" w:hAnsi="Arial" w:cs="Arial"/>
          <w:lang w:val="fr-FR"/>
        </w:rPr>
        <w:t xml:space="preserve">) </w:t>
      </w:r>
      <w:r w:rsidR="00110427">
        <w:rPr>
          <w:rFonts w:ascii="Arial" w:hAnsi="Arial" w:cs="Arial"/>
          <w:lang w:val="fr-FR"/>
        </w:rPr>
        <w:t>est en PP</w:t>
      </w:r>
    </w:p>
    <w:p w14:paraId="5338D85B" w14:textId="77777777" w:rsidR="00110427" w:rsidRPr="00D83539" w:rsidRDefault="00231F4C" w:rsidP="00110427">
      <w:pPr>
        <w:pStyle w:val="Bulleted1"/>
        <w:rPr>
          <w:rFonts w:ascii="Arial" w:hAnsi="Arial" w:cs="Arial"/>
          <w:lang w:val="fr-FR"/>
        </w:rPr>
      </w:pPr>
      <w:r w:rsidRPr="00D83539">
        <w:rPr>
          <w:rFonts w:ascii="Arial" w:hAnsi="Arial" w:cs="Arial"/>
          <w:lang w:val="fr-FR"/>
        </w:rPr>
        <w:t xml:space="preserve">la </w:t>
      </w:r>
      <w:r w:rsidR="00110427" w:rsidRPr="00D83539">
        <w:rPr>
          <w:rFonts w:ascii="Arial" w:hAnsi="Arial" w:cs="Arial"/>
          <w:lang w:val="fr-FR"/>
        </w:rPr>
        <w:t>manchette d’évacuation (ø90</w:t>
      </w:r>
      <w:r w:rsidR="00CB683B" w:rsidRPr="00D83539">
        <w:rPr>
          <w:rFonts w:ascii="Arial" w:hAnsi="Arial" w:cs="Arial"/>
          <w:lang w:val="fr-FR"/>
        </w:rPr>
        <w:t xml:space="preserve"> mm</w:t>
      </w:r>
      <w:r w:rsidR="00110427" w:rsidRPr="00D83539">
        <w:rPr>
          <w:rFonts w:ascii="Arial" w:hAnsi="Arial" w:cs="Arial"/>
          <w:lang w:val="fr-FR"/>
        </w:rPr>
        <w:t>)</w:t>
      </w:r>
      <w:r w:rsidR="004C21EC" w:rsidRPr="00D83539">
        <w:rPr>
          <w:rFonts w:ascii="Arial" w:hAnsi="Arial" w:cs="Arial"/>
          <w:lang w:val="fr-FR"/>
        </w:rPr>
        <w:t xml:space="preserve"> et</w:t>
      </w:r>
      <w:r w:rsidR="002E63D1" w:rsidRPr="00D83539">
        <w:rPr>
          <w:rFonts w:ascii="Arial" w:hAnsi="Arial" w:cs="Arial"/>
          <w:lang w:val="fr-FR"/>
        </w:rPr>
        <w:t xml:space="preserve"> coude d'évacuation (ø90 mm) sont</w:t>
      </w:r>
      <w:r w:rsidR="00110427" w:rsidRPr="00D83539">
        <w:rPr>
          <w:rFonts w:ascii="Arial" w:hAnsi="Arial" w:cs="Arial"/>
          <w:lang w:val="fr-FR"/>
        </w:rPr>
        <w:t xml:space="preserve"> en PE</w:t>
      </w:r>
    </w:p>
    <w:p w14:paraId="46D100BC" w14:textId="77777777" w:rsidR="00C14926" w:rsidRPr="00981C24" w:rsidRDefault="00FF2766" w:rsidP="00C14926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lastRenderedPageBreak/>
        <w:t>Ca</w:t>
      </w:r>
      <w:r w:rsidR="00C14926">
        <w:rPr>
          <w:rFonts w:ascii="Arial" w:hAnsi="Arial"/>
          <w:b/>
          <w:u w:val="none"/>
        </w:rPr>
        <w:t>r</w:t>
      </w:r>
      <w:r>
        <w:rPr>
          <w:rFonts w:ascii="Arial" w:hAnsi="Arial"/>
          <w:b/>
          <w:u w:val="none"/>
        </w:rPr>
        <w:t>ac</w:t>
      </w:r>
      <w:r w:rsidR="00C679B2">
        <w:rPr>
          <w:rFonts w:ascii="Arial" w:hAnsi="Arial"/>
          <w:b/>
          <w:u w:val="none"/>
        </w:rPr>
        <w:t>téristiques</w:t>
      </w:r>
    </w:p>
    <w:p w14:paraId="5B1618CB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le cadre rectangulaire de l’élément de montage est entièrement fermé et soudé</w:t>
      </w:r>
    </w:p>
    <w:p w14:paraId="79C1FE2E" w14:textId="77777777" w:rsidR="002B524B" w:rsidRPr="00F86A6E" w:rsidRDefault="002B524B" w:rsidP="00676154">
      <w:pPr>
        <w:pStyle w:val="Bulleted1"/>
        <w:rPr>
          <w:rFonts w:ascii="Arial" w:hAnsi="Arial" w:cs="Arial"/>
          <w:lang w:val="fr-FR"/>
        </w:rPr>
      </w:pPr>
      <w:r w:rsidRPr="002B524B">
        <w:rPr>
          <w:rFonts w:ascii="Arial" w:hAnsi="Arial" w:cs="Arial"/>
          <w:lang w:val="fr-FR"/>
        </w:rPr>
        <w:t>l'avant d</w:t>
      </w:r>
      <w:r w:rsidR="00E674CD">
        <w:rPr>
          <w:rFonts w:ascii="Arial" w:hAnsi="Arial" w:cs="Arial"/>
          <w:lang w:val="fr-FR"/>
        </w:rPr>
        <w:t>u réservoir de chasse à encastrer</w:t>
      </w:r>
      <w:r w:rsidRPr="002B524B">
        <w:rPr>
          <w:rFonts w:ascii="Arial" w:hAnsi="Arial" w:cs="Arial"/>
          <w:lang w:val="fr-FR"/>
        </w:rPr>
        <w:t xml:space="preserve"> </w:t>
      </w:r>
      <w:r w:rsidR="00E674CD">
        <w:rPr>
          <w:rFonts w:ascii="Arial" w:hAnsi="Arial" w:cs="Arial"/>
          <w:lang w:val="fr-FR"/>
        </w:rPr>
        <w:t xml:space="preserve">est </w:t>
      </w:r>
      <w:r w:rsidR="008924A4">
        <w:rPr>
          <w:rFonts w:ascii="Arial" w:hAnsi="Arial" w:cs="Arial"/>
          <w:lang w:val="fr-FR"/>
        </w:rPr>
        <w:t xml:space="preserve">positionné </w:t>
      </w:r>
      <w:r w:rsidR="00E674CD">
        <w:rPr>
          <w:rFonts w:ascii="Arial" w:hAnsi="Arial" w:cs="Arial"/>
          <w:lang w:val="fr-FR"/>
        </w:rPr>
        <w:t xml:space="preserve">à </w:t>
      </w:r>
      <w:r w:rsidRPr="002B524B">
        <w:rPr>
          <w:rFonts w:ascii="Arial" w:hAnsi="Arial" w:cs="Arial"/>
          <w:lang w:val="fr-FR"/>
        </w:rPr>
        <w:t xml:space="preserve">fleur </w:t>
      </w:r>
      <w:r w:rsidR="00E674CD">
        <w:rPr>
          <w:rFonts w:ascii="Arial" w:hAnsi="Arial" w:cs="Arial"/>
          <w:lang w:val="fr-FR"/>
        </w:rPr>
        <w:t>de</w:t>
      </w:r>
      <w:r w:rsidRPr="002B524B">
        <w:rPr>
          <w:rFonts w:ascii="Arial" w:hAnsi="Arial" w:cs="Arial"/>
          <w:lang w:val="fr-FR"/>
        </w:rPr>
        <w:t xml:space="preserve"> l</w:t>
      </w:r>
      <w:r w:rsidR="008924A4">
        <w:rPr>
          <w:rFonts w:ascii="Arial" w:hAnsi="Arial" w:cs="Arial"/>
          <w:lang w:val="fr-FR"/>
        </w:rPr>
        <w:t xml:space="preserve">a face </w:t>
      </w:r>
      <w:r w:rsidRPr="002B524B">
        <w:rPr>
          <w:rFonts w:ascii="Arial" w:hAnsi="Arial" w:cs="Arial"/>
          <w:lang w:val="fr-FR"/>
        </w:rPr>
        <w:t>avant du cadre rectangulaire de l'élément de montage</w:t>
      </w:r>
    </w:p>
    <w:p w14:paraId="22413422" w14:textId="77777777" w:rsidR="00676154" w:rsidRDefault="00676154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onvient pour cuvette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</w:t>
      </w:r>
      <w:r w:rsidR="00B4681A">
        <w:rPr>
          <w:rFonts w:ascii="Arial" w:hAnsi="Arial" w:cs="Arial"/>
          <w:lang w:val="fr-FR"/>
        </w:rPr>
        <w:t xml:space="preserve">de WC </w:t>
      </w:r>
      <w:r w:rsidRPr="00F86A6E">
        <w:rPr>
          <w:rFonts w:ascii="Arial" w:hAnsi="Arial" w:cs="Arial"/>
          <w:lang w:val="fr-FR"/>
        </w:rPr>
        <w:t>suspendue</w:t>
      </w: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 xml:space="preserve"> support</w:t>
      </w:r>
      <w:r>
        <w:rPr>
          <w:rFonts w:ascii="Arial" w:hAnsi="Arial" w:cs="Arial"/>
          <w:lang w:val="fr-FR"/>
        </w:rPr>
        <w:t>ant</w:t>
      </w:r>
      <w:r w:rsidRPr="00F86A6E">
        <w:rPr>
          <w:rFonts w:ascii="Arial" w:hAnsi="Arial" w:cs="Arial"/>
          <w:lang w:val="fr-FR"/>
        </w:rPr>
        <w:t xml:space="preserve"> une charge statique </w:t>
      </w:r>
      <w:r>
        <w:rPr>
          <w:rFonts w:ascii="Arial" w:hAnsi="Arial" w:cs="Arial"/>
          <w:lang w:val="fr-FR"/>
        </w:rPr>
        <w:t xml:space="preserve">maximale </w:t>
      </w:r>
      <w:r w:rsidRPr="00F86A6E">
        <w:rPr>
          <w:rFonts w:ascii="Arial" w:hAnsi="Arial" w:cs="Arial"/>
          <w:lang w:val="fr-FR"/>
        </w:rPr>
        <w:t xml:space="preserve">de </w:t>
      </w:r>
      <w:smartTag w:uri="urn:schemas-microsoft-com:office:smarttags" w:element="metricconverter">
        <w:smartTagPr>
          <w:attr w:name="ProductID" w:val="400 kg"/>
        </w:smartTagPr>
        <w:r w:rsidRPr="00F86A6E">
          <w:rPr>
            <w:rFonts w:ascii="Arial" w:hAnsi="Arial" w:cs="Arial"/>
            <w:lang w:val="fr-FR"/>
          </w:rPr>
          <w:t>400 kg</w:t>
        </w:r>
      </w:smartTag>
      <w:r w:rsidRPr="00F86A6E">
        <w:rPr>
          <w:rFonts w:ascii="Arial" w:hAnsi="Arial" w:cs="Arial"/>
          <w:lang w:val="fr-FR"/>
        </w:rPr>
        <w:t xml:space="preserve"> </w:t>
      </w:r>
      <w:r w:rsidR="002223F9">
        <w:rPr>
          <w:rFonts w:ascii="Arial" w:hAnsi="Arial" w:cs="Arial"/>
          <w:lang w:val="fr-FR"/>
        </w:rPr>
        <w:t xml:space="preserve">selon </w:t>
      </w:r>
      <w:r w:rsidRPr="00F86A6E">
        <w:rPr>
          <w:rFonts w:ascii="Arial" w:hAnsi="Arial" w:cs="Arial"/>
          <w:lang w:val="fr-FR"/>
        </w:rPr>
        <w:t>NBN EN 997</w:t>
      </w:r>
    </w:p>
    <w:p w14:paraId="3A79B4EC" w14:textId="77777777" w:rsidR="00EF0DEB" w:rsidRDefault="00024397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pieds supports</w:t>
      </w:r>
      <w:r w:rsidR="00562813" w:rsidRPr="00F86A6E">
        <w:rPr>
          <w:rFonts w:ascii="Arial" w:hAnsi="Arial" w:cs="Arial"/>
          <w:lang w:val="fr-FR"/>
        </w:rPr>
        <w:t xml:space="preserve"> réglables individuellement en hauteur (sans cran), </w:t>
      </w:r>
      <w:r w:rsidR="00562813">
        <w:rPr>
          <w:rFonts w:ascii="Arial" w:hAnsi="Arial" w:cs="Arial"/>
          <w:lang w:val="fr-FR"/>
        </w:rPr>
        <w:t>pour une structure de sol d</w:t>
      </w:r>
      <w:r w:rsidR="001663E7">
        <w:rPr>
          <w:rFonts w:ascii="Arial" w:hAnsi="Arial" w:cs="Arial"/>
          <w:lang w:val="fr-FR"/>
        </w:rPr>
        <w:t>'une épaisseur de</w:t>
      </w:r>
      <w:r w:rsidR="00562813">
        <w:rPr>
          <w:rFonts w:ascii="Arial" w:hAnsi="Arial" w:cs="Arial"/>
          <w:lang w:val="fr-FR"/>
        </w:rPr>
        <w:t xml:space="preserve"> </w:t>
      </w:r>
      <w:r w:rsidR="00562813" w:rsidRPr="00F86A6E">
        <w:rPr>
          <w:rFonts w:ascii="Arial" w:hAnsi="Arial" w:cs="Arial"/>
          <w:lang w:val="fr-FR"/>
        </w:rPr>
        <w:t xml:space="preserve">0 </w:t>
      </w:r>
      <w:r w:rsidR="00562813" w:rsidRPr="00495CFB">
        <w:rPr>
          <w:rFonts w:ascii="Arial" w:hAnsi="Arial" w:cs="Arial"/>
          <w:lang w:val="fr-FR"/>
        </w:rPr>
        <w:t>à 2</w:t>
      </w:r>
      <w:r w:rsidR="00153BCA" w:rsidRPr="00495CFB">
        <w:rPr>
          <w:rFonts w:ascii="Arial" w:hAnsi="Arial" w:cs="Arial"/>
          <w:lang w:val="fr-FR"/>
        </w:rPr>
        <w:t>5</w:t>
      </w:r>
      <w:r w:rsidR="00562813" w:rsidRPr="00495CFB">
        <w:rPr>
          <w:rFonts w:ascii="Arial" w:hAnsi="Arial" w:cs="Arial"/>
          <w:lang w:val="fr-FR"/>
        </w:rPr>
        <w:t xml:space="preserve"> cm</w:t>
      </w:r>
    </w:p>
    <w:p w14:paraId="6A1EA0E4" w14:textId="77777777" w:rsidR="00562813" w:rsidRDefault="00E9463C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</w:t>
      </w:r>
      <w:r w:rsidRPr="00F86A6E">
        <w:rPr>
          <w:rFonts w:ascii="Arial" w:hAnsi="Arial" w:cs="Arial"/>
          <w:lang w:val="fr-FR"/>
        </w:rPr>
        <w:t xml:space="preserve">n mécanisme à ressort, </w:t>
      </w:r>
      <w:r w:rsidR="001663E7">
        <w:rPr>
          <w:rFonts w:ascii="Arial" w:hAnsi="Arial" w:cs="Arial"/>
          <w:lang w:val="fr-FR"/>
        </w:rPr>
        <w:t xml:space="preserve">prémonté </w:t>
      </w:r>
      <w:r>
        <w:rPr>
          <w:rFonts w:ascii="Arial" w:hAnsi="Arial" w:cs="Arial"/>
          <w:lang w:val="fr-FR"/>
        </w:rPr>
        <w:t xml:space="preserve">dans les </w:t>
      </w:r>
      <w:r w:rsidR="00024397">
        <w:rPr>
          <w:rFonts w:ascii="Arial" w:hAnsi="Arial" w:cs="Arial"/>
          <w:lang w:val="fr-FR"/>
        </w:rPr>
        <w:t>pieds supports</w:t>
      </w:r>
      <w:r w:rsidRPr="00F86A6E">
        <w:rPr>
          <w:rFonts w:ascii="Arial" w:hAnsi="Arial" w:cs="Arial"/>
          <w:lang w:val="fr-FR"/>
        </w:rPr>
        <w:t xml:space="preserve">, </w:t>
      </w:r>
      <w:r w:rsidR="00B97597">
        <w:rPr>
          <w:rFonts w:ascii="Arial" w:hAnsi="Arial" w:cs="Arial"/>
          <w:lang w:val="fr-FR"/>
        </w:rPr>
        <w:t xml:space="preserve">rend </w:t>
      </w:r>
      <w:r w:rsidR="001663E7">
        <w:rPr>
          <w:rFonts w:ascii="Arial" w:hAnsi="Arial" w:cs="Arial"/>
          <w:lang w:val="fr-FR"/>
        </w:rPr>
        <w:t>ceux-ci</w:t>
      </w:r>
      <w:r w:rsidR="00B97597" w:rsidRPr="00024397">
        <w:rPr>
          <w:rFonts w:ascii="Arial" w:hAnsi="Arial" w:cs="Arial"/>
          <w:lang w:val="fr-FR"/>
        </w:rPr>
        <w:t xml:space="preserve"> </w:t>
      </w:r>
      <w:r w:rsidR="001663E7">
        <w:rPr>
          <w:rFonts w:ascii="Arial" w:hAnsi="Arial" w:cs="Arial"/>
          <w:lang w:val="fr-FR"/>
        </w:rPr>
        <w:t>"</w:t>
      </w:r>
      <w:r w:rsidR="00B97597" w:rsidRPr="00024397">
        <w:rPr>
          <w:rFonts w:ascii="Arial" w:hAnsi="Arial" w:cs="Arial"/>
          <w:lang w:val="fr-FR"/>
        </w:rPr>
        <w:t>antidérapants</w:t>
      </w:r>
      <w:r w:rsidR="001663E7">
        <w:rPr>
          <w:rFonts w:ascii="Arial" w:hAnsi="Arial" w:cs="Arial"/>
          <w:lang w:val="fr-FR"/>
        </w:rPr>
        <w:t>"</w:t>
      </w:r>
      <w:r w:rsidR="00B97597">
        <w:rPr>
          <w:rFonts w:ascii="Arial" w:hAnsi="Arial" w:cs="Arial"/>
          <w:lang w:val="fr-FR"/>
        </w:rPr>
        <w:t xml:space="preserve"> et facilite ainsi </w:t>
      </w:r>
      <w:r w:rsidRPr="00F86A6E">
        <w:rPr>
          <w:rFonts w:ascii="Arial" w:hAnsi="Arial" w:cs="Arial"/>
          <w:lang w:val="fr-FR"/>
        </w:rPr>
        <w:t xml:space="preserve">le réglage </w:t>
      </w:r>
      <w:r w:rsidR="001663E7">
        <w:rPr>
          <w:rFonts w:ascii="Arial" w:hAnsi="Arial" w:cs="Arial"/>
          <w:lang w:val="fr-FR"/>
        </w:rPr>
        <w:t>en</w:t>
      </w:r>
      <w:r>
        <w:rPr>
          <w:rFonts w:ascii="Arial" w:hAnsi="Arial" w:cs="Arial"/>
          <w:lang w:val="fr-FR"/>
        </w:rPr>
        <w:t xml:space="preserve"> h</w:t>
      </w:r>
      <w:r w:rsidRPr="00F86A6E">
        <w:rPr>
          <w:rFonts w:ascii="Arial" w:hAnsi="Arial" w:cs="Arial"/>
          <w:lang w:val="fr-FR"/>
        </w:rPr>
        <w:t xml:space="preserve">auteur </w:t>
      </w:r>
      <w:r>
        <w:rPr>
          <w:rFonts w:ascii="Arial" w:hAnsi="Arial" w:cs="Arial"/>
          <w:lang w:val="fr-FR"/>
        </w:rPr>
        <w:t>durant le montage</w:t>
      </w:r>
    </w:p>
    <w:p w14:paraId="340F3EE5" w14:textId="77777777" w:rsidR="00E9463C" w:rsidRDefault="00D1785E" w:rsidP="00676154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un p</w:t>
      </w:r>
      <w:r w:rsidRPr="00F86A6E">
        <w:rPr>
          <w:rFonts w:ascii="Arial" w:hAnsi="Arial" w:cs="Arial"/>
          <w:lang w:val="fr-FR"/>
        </w:rPr>
        <w:t>oint de repère facilite la définition de la hauteur de montage par rapport au sol fini</w:t>
      </w:r>
    </w:p>
    <w:p w14:paraId="47EC9887" w14:textId="77777777" w:rsidR="00C47DE1" w:rsidRPr="00EA7049" w:rsidRDefault="00C47DE1" w:rsidP="000C02D1">
      <w:pPr>
        <w:pStyle w:val="Bulleted1"/>
        <w:rPr>
          <w:rFonts w:cs="Arial"/>
          <w:strike/>
          <w:lang w:val="fr-FR"/>
        </w:rPr>
      </w:pPr>
      <w:r w:rsidRPr="00EA7049">
        <w:rPr>
          <w:rFonts w:ascii="Arial" w:hAnsi="Arial" w:cs="Arial"/>
          <w:lang w:val="fr-BE"/>
        </w:rPr>
        <w:t xml:space="preserve">une plaque préalablement perforée </w:t>
      </w:r>
      <w:r w:rsidR="008C4529" w:rsidRPr="00EA7049">
        <w:rPr>
          <w:rFonts w:ascii="Arial" w:hAnsi="Arial" w:cs="Arial"/>
          <w:lang w:val="fr-BE"/>
        </w:rPr>
        <w:t>et découpée re</w:t>
      </w:r>
      <w:r w:rsidRPr="00EA7049">
        <w:rPr>
          <w:rFonts w:ascii="Arial" w:hAnsi="Arial" w:cs="Arial"/>
          <w:lang w:val="fr-BE"/>
        </w:rPr>
        <w:t>couvre la surface devant les pieds support et est conçue pour le carrelage et/ou le recouvrement</w:t>
      </w:r>
    </w:p>
    <w:p w14:paraId="5AA45BDE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F86A6E">
        <w:rPr>
          <w:rFonts w:ascii="Arial" w:hAnsi="Arial" w:cs="Arial"/>
          <w:lang w:val="fr-FR"/>
        </w:rPr>
        <w:t>oude d’évacuation orientable en PE (ø90</w:t>
      </w:r>
      <w:r w:rsidR="00CB683B">
        <w:rPr>
          <w:rFonts w:ascii="Arial" w:hAnsi="Arial" w:cs="Arial"/>
          <w:lang w:val="fr-FR"/>
        </w:rPr>
        <w:t xml:space="preserve"> mm</w:t>
      </w:r>
      <w:r w:rsidRPr="00F86A6E">
        <w:rPr>
          <w:rFonts w:ascii="Arial" w:hAnsi="Arial" w:cs="Arial"/>
          <w:lang w:val="fr-FR"/>
        </w:rPr>
        <w:t>) et collier avec doublure isolante pour diminuer la transmission des vibrations au moment du rinçage</w:t>
      </w:r>
    </w:p>
    <w:p w14:paraId="6E6531E8" w14:textId="77777777" w:rsidR="00F019E6" w:rsidRDefault="00F019E6" w:rsidP="00F019E6">
      <w:pPr>
        <w:pStyle w:val="Bulleted1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</w:t>
      </w:r>
      <w:r w:rsidRPr="00AD209D">
        <w:rPr>
          <w:rFonts w:ascii="Arial" w:hAnsi="Arial" w:cs="Arial"/>
          <w:lang w:val="fr-FR"/>
        </w:rPr>
        <w:t xml:space="preserve">oude d‘évacuation à monter sans outillage dans différentes positions en profondeur, plage de réglage </w:t>
      </w:r>
      <w:r w:rsidR="00354037">
        <w:rPr>
          <w:rFonts w:ascii="Arial" w:hAnsi="Arial" w:cs="Arial"/>
          <w:lang w:val="fr-FR"/>
        </w:rPr>
        <w:t xml:space="preserve">de </w:t>
      </w:r>
      <w:r w:rsidRPr="00AD209D">
        <w:rPr>
          <w:rFonts w:ascii="Arial" w:hAnsi="Arial" w:cs="Arial"/>
          <w:lang w:val="fr-FR"/>
        </w:rPr>
        <w:t>45 mm</w:t>
      </w:r>
    </w:p>
    <w:p w14:paraId="3B387E74" w14:textId="77777777" w:rsidR="00F10848" w:rsidRPr="006C0FCB" w:rsidRDefault="00F10848" w:rsidP="00F10848">
      <w:pPr>
        <w:pStyle w:val="Bulleted1"/>
        <w:rPr>
          <w:rFonts w:ascii="Arial" w:hAnsi="Arial"/>
          <w:lang w:val="fr-FR"/>
        </w:rPr>
      </w:pPr>
      <w:r w:rsidRPr="006C0FCB">
        <w:rPr>
          <w:rFonts w:ascii="Arial" w:hAnsi="Arial"/>
          <w:lang w:val="fr-FR"/>
        </w:rPr>
        <w:t>le coude de chasse (ø56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 x ø45</w:t>
      </w:r>
      <w:r w:rsidR="00943ECC">
        <w:rPr>
          <w:rFonts w:ascii="Arial" w:hAnsi="Arial"/>
          <w:lang w:val="fr-FR"/>
        </w:rPr>
        <w:t xml:space="preserve"> mm</w:t>
      </w:r>
      <w:r w:rsidRPr="006C0FCB">
        <w:rPr>
          <w:rFonts w:ascii="Arial" w:hAnsi="Arial"/>
          <w:lang w:val="fr-FR"/>
        </w:rPr>
        <w:t xml:space="preserve">) en PE est </w:t>
      </w:r>
      <w:r w:rsidR="00943ECC">
        <w:rPr>
          <w:rFonts w:ascii="Arial" w:hAnsi="Arial"/>
          <w:lang w:val="fr-FR"/>
        </w:rPr>
        <w:t>soudé d'usine,</w:t>
      </w:r>
      <w:r w:rsidRPr="006C0FCB">
        <w:rPr>
          <w:rFonts w:ascii="Arial" w:hAnsi="Arial"/>
          <w:lang w:val="fr-FR"/>
        </w:rPr>
        <w:t xml:space="preserve"> par soudure </w:t>
      </w:r>
      <w:r w:rsidR="00943ECC">
        <w:rPr>
          <w:rFonts w:ascii="Arial" w:hAnsi="Arial"/>
          <w:lang w:val="fr-FR"/>
        </w:rPr>
        <w:t>au</w:t>
      </w:r>
      <w:r w:rsidRPr="006C0FCB">
        <w:rPr>
          <w:rFonts w:ascii="Arial" w:hAnsi="Arial"/>
          <w:lang w:val="fr-FR"/>
        </w:rPr>
        <w:t xml:space="preserve"> miroir</w:t>
      </w:r>
      <w:r w:rsidR="00943ECC">
        <w:rPr>
          <w:rFonts w:ascii="Arial" w:hAnsi="Arial"/>
          <w:lang w:val="fr-FR"/>
        </w:rPr>
        <w:t>,</w:t>
      </w:r>
      <w:r w:rsidRPr="006C0FCB">
        <w:rPr>
          <w:rFonts w:ascii="Arial" w:hAnsi="Arial"/>
          <w:lang w:val="fr-FR"/>
        </w:rPr>
        <w:t xml:space="preserve"> au réservoir de chasse à encastrer en PE</w:t>
      </w:r>
    </w:p>
    <w:p w14:paraId="0157F4A6" w14:textId="77777777" w:rsidR="00F10848" w:rsidRDefault="006C0FCB" w:rsidP="00F019E6">
      <w:pPr>
        <w:pStyle w:val="Bulleted1"/>
        <w:rPr>
          <w:rFonts w:ascii="Arial" w:hAnsi="Arial" w:cs="Arial"/>
          <w:lang w:val="fr-FR"/>
        </w:rPr>
      </w:pPr>
      <w:r w:rsidRPr="006C0FCB">
        <w:rPr>
          <w:rFonts w:ascii="Arial" w:hAnsi="Arial" w:cs="Arial"/>
          <w:lang w:val="fr-FR"/>
        </w:rPr>
        <w:t xml:space="preserve">le coude </w:t>
      </w:r>
      <w:r w:rsidR="00081354">
        <w:rPr>
          <w:rFonts w:ascii="Arial" w:hAnsi="Arial" w:cs="Arial"/>
          <w:lang w:val="fr-FR"/>
        </w:rPr>
        <w:t>de chasse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dispose d'</w:t>
      </w:r>
      <w:r w:rsidRPr="006C0FCB">
        <w:rPr>
          <w:rFonts w:ascii="Arial" w:hAnsi="Arial" w:cs="Arial"/>
          <w:lang w:val="fr-FR"/>
        </w:rPr>
        <w:t>un</w:t>
      </w:r>
      <w:r w:rsidR="00081354">
        <w:rPr>
          <w:rFonts w:ascii="Arial" w:hAnsi="Arial" w:cs="Arial"/>
          <w:lang w:val="fr-FR"/>
        </w:rPr>
        <w:t>e languette</w:t>
      </w:r>
      <w:r w:rsidRPr="006C0FCB">
        <w:rPr>
          <w:rFonts w:ascii="Arial" w:hAnsi="Arial" w:cs="Arial"/>
          <w:lang w:val="fr-FR"/>
        </w:rPr>
        <w:t xml:space="preserve"> </w:t>
      </w:r>
      <w:r w:rsidR="00E92A85">
        <w:rPr>
          <w:rFonts w:ascii="Arial" w:hAnsi="Arial" w:cs="Arial"/>
          <w:lang w:val="fr-FR"/>
        </w:rPr>
        <w:t>posée</w:t>
      </w:r>
      <w:r w:rsidRPr="006C0FCB">
        <w:rPr>
          <w:rFonts w:ascii="Arial" w:hAnsi="Arial" w:cs="Arial"/>
          <w:lang w:val="fr-FR"/>
        </w:rPr>
        <w:t xml:space="preserve"> dans </w:t>
      </w:r>
      <w:r w:rsidR="00E92A85">
        <w:rPr>
          <w:rFonts w:ascii="Arial" w:hAnsi="Arial" w:cs="Arial"/>
          <w:lang w:val="fr-FR"/>
        </w:rPr>
        <w:t xml:space="preserve">une </w:t>
      </w:r>
      <w:r w:rsidR="007C1999">
        <w:rPr>
          <w:rFonts w:ascii="Arial" w:hAnsi="Arial" w:cs="Arial"/>
          <w:lang w:val="fr-FR"/>
        </w:rPr>
        <w:t>encoche</w:t>
      </w:r>
      <w:r w:rsidRPr="006C0FCB">
        <w:rPr>
          <w:rFonts w:ascii="Arial" w:hAnsi="Arial" w:cs="Arial"/>
          <w:lang w:val="fr-FR"/>
        </w:rPr>
        <w:t xml:space="preserve"> d</w:t>
      </w:r>
      <w:r w:rsidR="00E92A85">
        <w:rPr>
          <w:rFonts w:ascii="Arial" w:hAnsi="Arial" w:cs="Arial"/>
          <w:lang w:val="fr-FR"/>
        </w:rPr>
        <w:t>u</w:t>
      </w:r>
      <w:r w:rsidRPr="006C0FCB">
        <w:rPr>
          <w:rFonts w:ascii="Arial" w:hAnsi="Arial" w:cs="Arial"/>
          <w:lang w:val="fr-FR"/>
        </w:rPr>
        <w:t xml:space="preserve"> cadre de l'élément de montage</w:t>
      </w:r>
      <w:r w:rsidR="00E92A85">
        <w:rPr>
          <w:rFonts w:ascii="Arial" w:hAnsi="Arial" w:cs="Arial"/>
          <w:lang w:val="fr-FR"/>
        </w:rPr>
        <w:t>,</w:t>
      </w:r>
      <w:r w:rsidRPr="006C0FCB">
        <w:rPr>
          <w:rFonts w:ascii="Arial" w:hAnsi="Arial" w:cs="Arial"/>
          <w:lang w:val="fr-FR"/>
        </w:rPr>
        <w:t xml:space="preserve"> pour </w:t>
      </w:r>
      <w:r w:rsidR="00E92A85">
        <w:rPr>
          <w:rFonts w:ascii="Arial" w:hAnsi="Arial" w:cs="Arial"/>
          <w:lang w:val="fr-FR"/>
        </w:rPr>
        <w:t>assurer son maintien</w:t>
      </w:r>
    </w:p>
    <w:p w14:paraId="265122E1" w14:textId="77777777" w:rsidR="00B6287F" w:rsidRPr="00A2667C" w:rsidRDefault="00B6287F" w:rsidP="00F019E6">
      <w:pPr>
        <w:pStyle w:val="Bulleted1"/>
        <w:rPr>
          <w:rFonts w:ascii="Arial" w:hAnsi="Arial" w:cs="Arial"/>
          <w:lang w:val="fr-FR"/>
        </w:rPr>
      </w:pPr>
      <w:r w:rsidRPr="00A2667C">
        <w:rPr>
          <w:rFonts w:ascii="Arial" w:hAnsi="Arial" w:cs="Arial"/>
          <w:lang w:val="fr-FR"/>
        </w:rPr>
        <w:t>des trous filetés M12 de montage</w:t>
      </w:r>
      <w:r w:rsidR="00114ABB">
        <w:rPr>
          <w:rFonts w:ascii="Arial" w:hAnsi="Arial" w:cs="Arial"/>
          <w:lang w:val="fr-FR"/>
        </w:rPr>
        <w:t xml:space="preserve"> (fixation de la cuvette de WC)</w:t>
      </w:r>
      <w:r w:rsidRPr="00A2667C">
        <w:rPr>
          <w:rFonts w:ascii="Arial" w:hAnsi="Arial" w:cs="Arial"/>
          <w:lang w:val="fr-FR"/>
        </w:rPr>
        <w:t>, pour une distance intermédiaire de 1</w:t>
      </w:r>
      <w:r w:rsidR="00D2507C">
        <w:rPr>
          <w:rFonts w:ascii="Arial" w:hAnsi="Arial" w:cs="Arial"/>
          <w:lang w:val="fr-FR"/>
        </w:rPr>
        <w:t>8</w:t>
      </w:r>
      <w:r w:rsidRPr="00A2667C">
        <w:rPr>
          <w:rFonts w:ascii="Arial" w:hAnsi="Arial" w:cs="Arial"/>
          <w:lang w:val="fr-FR"/>
        </w:rPr>
        <w:t xml:space="preserve"> cm ou 23 cm, sont prévus dans l'élément de montage</w:t>
      </w:r>
    </w:p>
    <w:p w14:paraId="11B3C96A" w14:textId="77777777" w:rsidR="00B053FD" w:rsidRPr="00981C24" w:rsidRDefault="00B053FD" w:rsidP="00B053FD">
      <w:pPr>
        <w:pStyle w:val="Heading1"/>
        <w:numPr>
          <w:ilvl w:val="1"/>
          <w:numId w:val="18"/>
        </w:numPr>
        <w:rPr>
          <w:rFonts w:ascii="Arial" w:hAnsi="Arial"/>
          <w:b/>
          <w:u w:val="none"/>
        </w:rPr>
      </w:pPr>
      <w:r>
        <w:rPr>
          <w:rFonts w:ascii="Arial" w:hAnsi="Arial"/>
          <w:b/>
          <w:u w:val="none"/>
        </w:rPr>
        <w:t>Dimensions</w:t>
      </w:r>
    </w:p>
    <w:tbl>
      <w:tblPr>
        <w:tblW w:w="9663" w:type="dxa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1"/>
        <w:gridCol w:w="1140"/>
        <w:gridCol w:w="85"/>
        <w:gridCol w:w="142"/>
        <w:gridCol w:w="142"/>
        <w:gridCol w:w="6713"/>
      </w:tblGrid>
      <w:tr w:rsidR="0020639C" w:rsidRPr="00F86A6E" w14:paraId="6DBAD964" w14:textId="77777777" w:rsidTr="00C54046">
        <w:tc>
          <w:tcPr>
            <w:tcW w:w="1441" w:type="dxa"/>
          </w:tcPr>
          <w:p w14:paraId="3942A4EA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EC064D" w:rsidRPr="00F86A6E">
              <w:rPr>
                <w:rFonts w:ascii="Arial" w:hAnsi="Arial" w:cs="Arial"/>
              </w:rPr>
              <w:t>argeur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4CBD6615" w14:textId="77777777" w:rsidR="0020639C" w:rsidRPr="00F86A6E" w:rsidRDefault="006D7C06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5</w:t>
            </w:r>
            <w:r w:rsidR="00A220AA" w:rsidRPr="00F86A6E">
              <w:rPr>
                <w:rFonts w:ascii="Arial" w:hAnsi="Arial" w:cs="Arial"/>
              </w:rPr>
              <w:t>0</w:t>
            </w:r>
          </w:p>
        </w:tc>
        <w:tc>
          <w:tcPr>
            <w:tcW w:w="85" w:type="dxa"/>
          </w:tcPr>
          <w:p w14:paraId="1902174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00441554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4EF2E7C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57B24982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F86A6E" w14:paraId="69EE3E23" w14:textId="77777777" w:rsidTr="00C54046">
        <w:tc>
          <w:tcPr>
            <w:tcW w:w="1441" w:type="dxa"/>
          </w:tcPr>
          <w:p w14:paraId="3432B103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EC064D" w:rsidRPr="00F86A6E">
              <w:rPr>
                <w:rFonts w:ascii="Arial" w:hAnsi="Arial" w:cs="Arial"/>
              </w:rPr>
              <w:t>auteur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17BD9849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 xml:space="preserve">112 </w:t>
            </w:r>
          </w:p>
        </w:tc>
        <w:tc>
          <w:tcPr>
            <w:tcW w:w="85" w:type="dxa"/>
          </w:tcPr>
          <w:p w14:paraId="5F87D3FA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78DC0525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142" w:type="dxa"/>
          </w:tcPr>
          <w:p w14:paraId="2BBE48CA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3DFB3A09" w14:textId="77777777" w:rsidR="0020639C" w:rsidRPr="00F86A6E" w:rsidRDefault="0020639C" w:rsidP="00157D48">
            <w:pPr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cm</w:t>
            </w:r>
          </w:p>
        </w:tc>
      </w:tr>
      <w:tr w:rsidR="0020639C" w:rsidRPr="006D30F8" w14:paraId="5A69FB0E" w14:textId="77777777" w:rsidTr="00C54046">
        <w:tc>
          <w:tcPr>
            <w:tcW w:w="1441" w:type="dxa"/>
          </w:tcPr>
          <w:p w14:paraId="73D2C0DE" w14:textId="77777777" w:rsidR="0020639C" w:rsidRPr="00F86A6E" w:rsidRDefault="003C7987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EC064D" w:rsidRPr="00F86A6E">
              <w:rPr>
                <w:rFonts w:ascii="Arial" w:hAnsi="Arial" w:cs="Arial"/>
              </w:rPr>
              <w:t>rofondeur</w:t>
            </w:r>
            <w:r>
              <w:rPr>
                <w:rFonts w:ascii="Arial" w:hAnsi="Arial" w:cs="Arial"/>
              </w:rPr>
              <w:t xml:space="preserve"> </w:t>
            </w:r>
            <w:r w:rsidR="0020639C" w:rsidRPr="00F86A6E">
              <w:rPr>
                <w:rFonts w:ascii="Arial" w:hAnsi="Arial" w:cs="Arial"/>
              </w:rPr>
              <w:t>:</w:t>
            </w:r>
          </w:p>
        </w:tc>
        <w:tc>
          <w:tcPr>
            <w:tcW w:w="1140" w:type="dxa"/>
          </w:tcPr>
          <w:p w14:paraId="773E0406" w14:textId="77777777" w:rsidR="0020639C" w:rsidRPr="00F86A6E" w:rsidRDefault="0020639C" w:rsidP="00157D48">
            <w:pPr>
              <w:jc w:val="right"/>
              <w:rPr>
                <w:rFonts w:ascii="Arial" w:hAnsi="Arial" w:cs="Arial"/>
              </w:rPr>
            </w:pPr>
            <w:r w:rsidRPr="00F86A6E">
              <w:rPr>
                <w:rFonts w:ascii="Arial" w:hAnsi="Arial" w:cs="Arial"/>
              </w:rPr>
              <w:t>1</w:t>
            </w:r>
            <w:r w:rsidR="00220C41">
              <w:rPr>
                <w:rFonts w:ascii="Arial" w:hAnsi="Arial" w:cs="Arial"/>
              </w:rPr>
              <w:t>4</w:t>
            </w:r>
          </w:p>
        </w:tc>
        <w:tc>
          <w:tcPr>
            <w:tcW w:w="85" w:type="dxa"/>
          </w:tcPr>
          <w:p w14:paraId="212D524B" w14:textId="77777777" w:rsidR="0020639C" w:rsidRPr="00F86A6E" w:rsidRDefault="00C54046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  <w:tc>
          <w:tcPr>
            <w:tcW w:w="142" w:type="dxa"/>
          </w:tcPr>
          <w:p w14:paraId="62BAC150" w14:textId="77777777" w:rsidR="0020639C" w:rsidRPr="00F86A6E" w:rsidRDefault="00220C41" w:rsidP="00157D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42" w:type="dxa"/>
          </w:tcPr>
          <w:p w14:paraId="31971180" w14:textId="77777777" w:rsidR="0020639C" w:rsidRPr="00F86A6E" w:rsidRDefault="0020639C" w:rsidP="00157D48">
            <w:pPr>
              <w:rPr>
                <w:rFonts w:ascii="Arial" w:hAnsi="Arial" w:cs="Arial"/>
              </w:rPr>
            </w:pPr>
          </w:p>
        </w:tc>
        <w:tc>
          <w:tcPr>
            <w:tcW w:w="6713" w:type="dxa"/>
          </w:tcPr>
          <w:p w14:paraId="0B872382" w14:textId="77777777" w:rsidR="0020639C" w:rsidRPr="00C54046" w:rsidRDefault="00C54046" w:rsidP="00157D48">
            <w:pPr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c</w:t>
            </w:r>
            <w:r w:rsidR="0020639C" w:rsidRPr="00C54046">
              <w:rPr>
                <w:rFonts w:ascii="Arial" w:hAnsi="Arial" w:cs="Arial"/>
                <w:lang w:val="fr-FR"/>
              </w:rPr>
              <w:t>m</w:t>
            </w:r>
            <w:r w:rsidRPr="00C54046">
              <w:rPr>
                <w:rFonts w:ascii="Arial" w:hAnsi="Arial" w:cs="Arial"/>
                <w:lang w:val="fr-FR"/>
              </w:rPr>
              <w:t xml:space="preserve"> (avec coude d'évacuation </w:t>
            </w:r>
            <w:r>
              <w:rPr>
                <w:rFonts w:ascii="Arial" w:hAnsi="Arial" w:cs="Arial"/>
                <w:lang w:val="fr-FR"/>
              </w:rPr>
              <w:t>inclus)</w:t>
            </w:r>
          </w:p>
        </w:tc>
      </w:tr>
    </w:tbl>
    <w:p w14:paraId="2ED13735" w14:textId="77777777" w:rsidR="008D0552" w:rsidRPr="00CA5255" w:rsidRDefault="008F0B4D" w:rsidP="008D0552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Pose</w:t>
      </w:r>
    </w:p>
    <w:p w14:paraId="2B3FAE0B" w14:textId="77777777" w:rsidR="00F43660" w:rsidRDefault="008F0B4D" w:rsidP="00AB1793">
      <w:pPr>
        <w:pStyle w:val="Bulleted1"/>
        <w:numPr>
          <w:ilvl w:val="0"/>
          <w:numId w:val="0"/>
        </w:num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</w:t>
      </w:r>
      <w:r w:rsidRPr="00F86A6E">
        <w:rPr>
          <w:rFonts w:ascii="Arial" w:hAnsi="Arial" w:cs="Arial"/>
          <w:lang w:val="fr-FR"/>
        </w:rPr>
        <w:t>uivant les directives du fabricant</w:t>
      </w:r>
    </w:p>
    <w:p w14:paraId="4504A1E7" w14:textId="77777777" w:rsidR="0075146A" w:rsidRDefault="0075146A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br w:type="page"/>
      </w:r>
    </w:p>
    <w:p w14:paraId="5DC406D0" w14:textId="77777777" w:rsidR="00EE09E5" w:rsidRPr="00CA5255" w:rsidRDefault="00717038" w:rsidP="00EE09E5">
      <w:pPr>
        <w:pStyle w:val="Heading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Illustrations</w:t>
      </w:r>
    </w:p>
    <w:tbl>
      <w:tblPr>
        <w:tblStyle w:val="TableGrid"/>
        <w:tblW w:w="1002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3342"/>
        <w:gridCol w:w="3342"/>
      </w:tblGrid>
      <w:tr w:rsidR="008667B9" w:rsidRPr="00A75548" w14:paraId="6B73EF02" w14:textId="77777777" w:rsidTr="008667B9">
        <w:trPr>
          <w:trHeight w:hRule="exact" w:val="3402"/>
        </w:trPr>
        <w:tc>
          <w:tcPr>
            <w:tcW w:w="3341" w:type="dxa"/>
          </w:tcPr>
          <w:p w14:paraId="444648FB" w14:textId="77777777" w:rsidR="008667B9" w:rsidRPr="00A75548" w:rsidRDefault="008667B9" w:rsidP="00D372DB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DDEF0D3" wp14:editId="2CC99EE7">
                  <wp:extent cx="950595" cy="2160270"/>
                  <wp:effectExtent l="0" t="0" r="190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059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</w:tcPr>
          <w:p w14:paraId="576AA2D8" w14:textId="77777777" w:rsidR="008667B9" w:rsidRPr="00A75548" w:rsidRDefault="008667B9" w:rsidP="00D372DB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DE1CC00" wp14:editId="6A5BEBCC">
                  <wp:extent cx="1451610" cy="21602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610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2" w:type="dxa"/>
          </w:tcPr>
          <w:p w14:paraId="30F61442" w14:textId="77777777" w:rsidR="008667B9" w:rsidRPr="00A75548" w:rsidRDefault="008667B9" w:rsidP="00D372DB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6371DC1B" wp14:editId="2215E056">
                  <wp:extent cx="1364615" cy="2160270"/>
                  <wp:effectExtent l="0" t="0" r="698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4615" cy="2160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9A5010F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légende :</w:t>
      </w:r>
    </w:p>
    <w:p w14:paraId="2A26747E" w14:textId="77777777" w:rsidR="00582C15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B = 50 cm (largeur)</w:t>
      </w:r>
    </w:p>
    <w:p w14:paraId="204FC9A9" w14:textId="77777777" w:rsidR="00A26729" w:rsidRDefault="00582C15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 = 112 cm (hauteur)</w:t>
      </w:r>
    </w:p>
    <w:p w14:paraId="2FF8219A" w14:textId="77777777" w:rsidR="00D512AF" w:rsidRPr="00A26729" w:rsidRDefault="00D512AF" w:rsidP="00582C15">
      <w:pPr>
        <w:pStyle w:val="Bulleted1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fr-FR"/>
        </w:rPr>
      </w:pPr>
      <w:r>
        <w:rPr>
          <w:rFonts w:ascii="Arial" w:hAnsi="Arial" w:cs="Arial"/>
          <w:lang w:val="fr-BE"/>
        </w:rPr>
        <w:t>T = 14 cm (épaisseur – sans coude d</w:t>
      </w:r>
      <w:r w:rsidR="00E362BD">
        <w:rPr>
          <w:rFonts w:ascii="Arial" w:hAnsi="Arial" w:cs="Arial"/>
          <w:lang w:val="fr-BE"/>
        </w:rPr>
        <w:t>'</w:t>
      </w:r>
      <w:r>
        <w:rPr>
          <w:rFonts w:ascii="Arial" w:hAnsi="Arial" w:cs="Arial"/>
          <w:lang w:val="fr-BE"/>
        </w:rPr>
        <w:t>évacuation)</w:t>
      </w:r>
    </w:p>
    <w:sectPr w:rsidR="00D512AF" w:rsidRPr="00A26729" w:rsidSect="00832A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93BA1" w14:textId="77777777" w:rsidR="00314196" w:rsidRDefault="00314196">
      <w:r>
        <w:separator/>
      </w:r>
    </w:p>
  </w:endnote>
  <w:endnote w:type="continuationSeparator" w:id="0">
    <w:p w14:paraId="340CC74C" w14:textId="77777777" w:rsidR="00314196" w:rsidRDefault="00314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4DB67" w14:textId="77777777" w:rsidR="00AB3415" w:rsidRDefault="00AB34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530DFF96" w14:textId="77777777">
      <w:tc>
        <w:tcPr>
          <w:tcW w:w="3392" w:type="dxa"/>
        </w:tcPr>
        <w:p w14:paraId="111B2A70" w14:textId="21BE6DF6" w:rsidR="007C7FFA" w:rsidRDefault="00552888" w:rsidP="00C742E4">
          <w:pPr>
            <w:pStyle w:val="Footer"/>
          </w:pPr>
          <w:r>
            <w:t>Version 0</w:t>
          </w:r>
          <w:r w:rsidR="000511EC">
            <w:t>2</w:t>
          </w:r>
          <w:r>
            <w:t>.00</w:t>
          </w:r>
        </w:p>
      </w:tc>
      <w:tc>
        <w:tcPr>
          <w:tcW w:w="3392" w:type="dxa"/>
        </w:tcPr>
        <w:p w14:paraId="5A37C116" w14:textId="77777777" w:rsidR="007C7FFA" w:rsidRDefault="00CE4512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27F73DE3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AA3555">
            <w:rPr>
              <w:noProof/>
            </w:rPr>
            <w:t>2</w:t>
          </w:r>
          <w:r>
            <w:fldChar w:fldCharType="end"/>
          </w:r>
          <w:r>
            <w:t>/</w:t>
          </w:r>
          <w:r w:rsidR="000511EC">
            <w:fldChar w:fldCharType="begin"/>
          </w:r>
          <w:r w:rsidR="000511EC">
            <w:instrText xml:space="preserve"> NUMPAGES  \* Arabic  \* MERGEFORMAT </w:instrText>
          </w:r>
          <w:r w:rsidR="000511EC">
            <w:fldChar w:fldCharType="separate"/>
          </w:r>
          <w:r w:rsidR="00AA3555">
            <w:rPr>
              <w:noProof/>
            </w:rPr>
            <w:t>2</w:t>
          </w:r>
          <w:r w:rsidR="000511EC">
            <w:rPr>
              <w:noProof/>
            </w:rPr>
            <w:fldChar w:fldCharType="end"/>
          </w:r>
        </w:p>
      </w:tc>
    </w:tr>
  </w:tbl>
  <w:p w14:paraId="5B12FA54" w14:textId="77777777" w:rsidR="007C7FFA" w:rsidRDefault="007C7F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52BDB" w14:textId="77777777" w:rsidR="00AB3415" w:rsidRDefault="00AB34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4C05A" w14:textId="77777777" w:rsidR="00314196" w:rsidRDefault="00314196">
      <w:r>
        <w:separator/>
      </w:r>
    </w:p>
  </w:footnote>
  <w:footnote w:type="continuationSeparator" w:id="0">
    <w:p w14:paraId="07221424" w14:textId="77777777" w:rsidR="00314196" w:rsidRDefault="003141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E7642" w14:textId="77777777" w:rsidR="00AB3415" w:rsidRDefault="00AB34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0B1C3" w14:textId="5B0EB8A2" w:rsidR="007C7FFA" w:rsidRPr="00F86A6E" w:rsidRDefault="0065743B" w:rsidP="00080B0F">
    <w:pPr>
      <w:pStyle w:val="Header"/>
      <w:rPr>
        <w:rFonts w:ascii="Arial" w:hAnsi="Arial" w:cs="Arial"/>
        <w:b/>
        <w:bCs/>
        <w:szCs w:val="24"/>
        <w:lang w:val="fr-FR"/>
      </w:rPr>
    </w:pPr>
    <w:r>
      <w:rPr>
        <w:rFonts w:ascii="Arial" w:hAnsi="Arial" w:cs="Arial"/>
        <w:b/>
        <w:bCs/>
        <w:lang w:val="fr-FR"/>
      </w:rPr>
      <w:t xml:space="preserve">Elément </w:t>
    </w:r>
    <w:r w:rsidR="00A86C4C" w:rsidRPr="00F86A6E">
      <w:rPr>
        <w:rFonts w:ascii="Arial" w:hAnsi="Arial" w:cs="Arial"/>
        <w:b/>
        <w:bCs/>
        <w:lang w:val="fr-FR"/>
      </w:rPr>
      <w:t xml:space="preserve">Geberit </w:t>
    </w:r>
    <w:r w:rsidR="00187F44">
      <w:rPr>
        <w:rFonts w:ascii="Arial" w:hAnsi="Arial" w:cs="Arial"/>
        <w:b/>
        <w:bCs/>
        <w:lang w:val="fr-FR"/>
      </w:rPr>
      <w:t>Sanbloc</w:t>
    </w:r>
    <w:r>
      <w:rPr>
        <w:rFonts w:ascii="Arial" w:hAnsi="Arial" w:cs="Arial"/>
        <w:b/>
        <w:bCs/>
        <w:lang w:val="fr-FR"/>
      </w:rPr>
      <w:t xml:space="preserve"> </w:t>
    </w:r>
    <w:r w:rsidRPr="00F86A6E">
      <w:rPr>
        <w:rFonts w:ascii="Arial" w:hAnsi="Arial" w:cs="Arial"/>
        <w:b/>
        <w:bCs/>
        <w:lang w:val="fr-FR"/>
      </w:rPr>
      <w:t>pour</w:t>
    </w:r>
    <w:r w:rsidR="007C7FFA" w:rsidRPr="00F86A6E">
      <w:rPr>
        <w:rFonts w:ascii="Arial" w:hAnsi="Arial" w:cs="Arial"/>
        <w:b/>
        <w:bCs/>
        <w:lang w:val="fr-FR"/>
      </w:rPr>
      <w:tab/>
    </w:r>
    <w:r w:rsidR="00AA3555" w:rsidRPr="00F86A6E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06959824" wp14:editId="33FA6250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208153" w14:textId="77777777" w:rsidR="007C7FFA" w:rsidRPr="00F86A6E" w:rsidRDefault="00187F44" w:rsidP="00080B0F">
    <w:pPr>
      <w:pStyle w:val="Head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cuvette</w:t>
    </w:r>
    <w:r w:rsidRPr="00F86A6E">
      <w:rPr>
        <w:rFonts w:ascii="Arial" w:hAnsi="Arial" w:cs="Arial"/>
        <w:b/>
        <w:bCs/>
        <w:lang w:val="fr-FR"/>
      </w:rPr>
      <w:t xml:space="preserve"> </w:t>
    </w:r>
    <w:r w:rsidR="00CE4512" w:rsidRPr="00F86A6E">
      <w:rPr>
        <w:rFonts w:ascii="Arial" w:hAnsi="Arial" w:cs="Arial"/>
        <w:b/>
        <w:bCs/>
        <w:lang w:val="fr-FR"/>
      </w:rPr>
      <w:t xml:space="preserve">de </w:t>
    </w:r>
    <w:r w:rsidR="002D5CF2">
      <w:rPr>
        <w:rFonts w:ascii="Arial" w:hAnsi="Arial" w:cs="Arial"/>
        <w:b/>
        <w:bCs/>
        <w:lang w:val="fr-FR"/>
      </w:rPr>
      <w:t>WC</w:t>
    </w:r>
    <w:r w:rsidR="00CE4512" w:rsidRPr="00F86A6E">
      <w:rPr>
        <w:rFonts w:ascii="Arial" w:hAnsi="Arial" w:cs="Arial"/>
        <w:b/>
        <w:bCs/>
        <w:lang w:val="fr-FR"/>
      </w:rPr>
      <w:t xml:space="preserve"> suspendue</w:t>
    </w:r>
    <w:r w:rsidR="0065743B">
      <w:rPr>
        <w:rFonts w:ascii="Arial" w:hAnsi="Arial" w:cs="Arial"/>
        <w:b/>
        <w:bCs/>
        <w:lang w:val="fr-FR"/>
      </w:rPr>
      <w:t xml:space="preserve">, </w:t>
    </w:r>
    <w:r>
      <w:rPr>
        <w:rFonts w:ascii="Arial" w:hAnsi="Arial" w:cs="Arial"/>
        <w:b/>
        <w:bCs/>
        <w:lang w:val="fr-FR"/>
      </w:rPr>
      <w:t xml:space="preserve">pour </w:t>
    </w:r>
    <w:r>
      <w:rPr>
        <w:rFonts w:ascii="Arial" w:hAnsi="Arial" w:cs="Arial"/>
        <w:b/>
        <w:bCs/>
        <w:lang w:val="fr-FR"/>
      </w:rPr>
      <w:br/>
      <w:t xml:space="preserve">maçonnerie, </w:t>
    </w:r>
    <w:r>
      <w:rPr>
        <w:rFonts w:ascii="Arial" w:hAnsi="Arial"/>
        <w:b/>
        <w:lang w:val="fr-FR"/>
      </w:rPr>
      <w:t>440</w:t>
    </w:r>
    <w:r w:rsidR="0065743B" w:rsidRPr="006E5FD1">
      <w:rPr>
        <w:rFonts w:ascii="Arial" w:hAnsi="Arial"/>
        <w:b/>
        <w:lang w:val="fr-FR"/>
      </w:rPr>
      <w:t>.30</w:t>
    </w:r>
    <w:r>
      <w:rPr>
        <w:rFonts w:ascii="Arial" w:hAnsi="Arial"/>
        <w:b/>
        <w:lang w:val="fr-FR"/>
      </w:rPr>
      <w:t>3</w:t>
    </w:r>
    <w:r w:rsidR="0065743B" w:rsidRPr="006E5FD1">
      <w:rPr>
        <w:rFonts w:ascii="Arial" w:hAnsi="Arial"/>
        <w:b/>
        <w:lang w:val="fr-FR"/>
      </w:rPr>
      <w:t>.00.</w:t>
    </w:r>
    <w:r>
      <w:rPr>
        <w:rFonts w:ascii="Arial" w:hAnsi="Arial"/>
        <w:b/>
        <w:lang w:val="fr-FR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E0B3D" w14:textId="77777777" w:rsidR="00AB3415" w:rsidRDefault="00AB34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1730040E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  <w:lang w:val="fr-FR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68873071">
    <w:abstractNumId w:val="16"/>
  </w:num>
  <w:num w:numId="2" w16cid:durableId="1284383203">
    <w:abstractNumId w:val="22"/>
  </w:num>
  <w:num w:numId="3" w16cid:durableId="558370575">
    <w:abstractNumId w:val="4"/>
  </w:num>
  <w:num w:numId="4" w16cid:durableId="1747603944">
    <w:abstractNumId w:val="3"/>
  </w:num>
  <w:num w:numId="5" w16cid:durableId="14430990">
    <w:abstractNumId w:val="13"/>
  </w:num>
  <w:num w:numId="6" w16cid:durableId="1992707815">
    <w:abstractNumId w:val="15"/>
  </w:num>
  <w:num w:numId="7" w16cid:durableId="1882087884">
    <w:abstractNumId w:val="6"/>
  </w:num>
  <w:num w:numId="8" w16cid:durableId="1466238501">
    <w:abstractNumId w:val="19"/>
  </w:num>
  <w:num w:numId="9" w16cid:durableId="1663855354">
    <w:abstractNumId w:val="25"/>
  </w:num>
  <w:num w:numId="10" w16cid:durableId="910580349">
    <w:abstractNumId w:val="2"/>
  </w:num>
  <w:num w:numId="11" w16cid:durableId="579219533">
    <w:abstractNumId w:val="12"/>
  </w:num>
  <w:num w:numId="12" w16cid:durableId="446657981">
    <w:abstractNumId w:val="11"/>
  </w:num>
  <w:num w:numId="13" w16cid:durableId="2080860456">
    <w:abstractNumId w:val="24"/>
  </w:num>
  <w:num w:numId="14" w16cid:durableId="1263337479">
    <w:abstractNumId w:val="7"/>
  </w:num>
  <w:num w:numId="15" w16cid:durableId="1318722792">
    <w:abstractNumId w:val="0"/>
  </w:num>
  <w:num w:numId="16" w16cid:durableId="245892347">
    <w:abstractNumId w:val="10"/>
  </w:num>
  <w:num w:numId="17" w16cid:durableId="827936816">
    <w:abstractNumId w:val="5"/>
  </w:num>
  <w:num w:numId="18" w16cid:durableId="986280630">
    <w:abstractNumId w:val="20"/>
  </w:num>
  <w:num w:numId="19" w16cid:durableId="1280531263">
    <w:abstractNumId w:val="21"/>
  </w:num>
  <w:num w:numId="20" w16cid:durableId="1077902265">
    <w:abstractNumId w:val="18"/>
  </w:num>
  <w:num w:numId="21" w16cid:durableId="446893346">
    <w:abstractNumId w:val="17"/>
  </w:num>
  <w:num w:numId="22" w16cid:durableId="1873151639">
    <w:abstractNumId w:val="14"/>
  </w:num>
  <w:num w:numId="23" w16cid:durableId="207187239">
    <w:abstractNumId w:val="23"/>
  </w:num>
  <w:num w:numId="24" w16cid:durableId="1948273163">
    <w:abstractNumId w:val="8"/>
  </w:num>
  <w:num w:numId="25" w16cid:durableId="478576122">
    <w:abstractNumId w:val="9"/>
  </w:num>
  <w:num w:numId="26" w16cid:durableId="16589502">
    <w:abstractNumId w:val="1"/>
  </w:num>
  <w:num w:numId="27" w16cid:durableId="1452674278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E4C"/>
    <w:rsid w:val="00005AB3"/>
    <w:rsid w:val="00007B6C"/>
    <w:rsid w:val="000151C3"/>
    <w:rsid w:val="00020AD0"/>
    <w:rsid w:val="000221DA"/>
    <w:rsid w:val="00023585"/>
    <w:rsid w:val="00024397"/>
    <w:rsid w:val="000268CF"/>
    <w:rsid w:val="00027C6F"/>
    <w:rsid w:val="0003064C"/>
    <w:rsid w:val="00030BCD"/>
    <w:rsid w:val="00034F21"/>
    <w:rsid w:val="000350EE"/>
    <w:rsid w:val="0004421B"/>
    <w:rsid w:val="00045470"/>
    <w:rsid w:val="00045D39"/>
    <w:rsid w:val="00045DA0"/>
    <w:rsid w:val="00045FAA"/>
    <w:rsid w:val="00046FF8"/>
    <w:rsid w:val="000511EC"/>
    <w:rsid w:val="00051F50"/>
    <w:rsid w:val="000525A3"/>
    <w:rsid w:val="00054127"/>
    <w:rsid w:val="00056B2E"/>
    <w:rsid w:val="00060B9C"/>
    <w:rsid w:val="000613AE"/>
    <w:rsid w:val="0006259B"/>
    <w:rsid w:val="00063E0E"/>
    <w:rsid w:val="0007796E"/>
    <w:rsid w:val="00080B0F"/>
    <w:rsid w:val="00081315"/>
    <w:rsid w:val="00081354"/>
    <w:rsid w:val="00085A0C"/>
    <w:rsid w:val="00086176"/>
    <w:rsid w:val="0009240B"/>
    <w:rsid w:val="00094351"/>
    <w:rsid w:val="000A13DD"/>
    <w:rsid w:val="000A193A"/>
    <w:rsid w:val="000A4E1B"/>
    <w:rsid w:val="000A7091"/>
    <w:rsid w:val="000B490E"/>
    <w:rsid w:val="000B5562"/>
    <w:rsid w:val="000B62CF"/>
    <w:rsid w:val="000C02D1"/>
    <w:rsid w:val="000C4F0B"/>
    <w:rsid w:val="000C690D"/>
    <w:rsid w:val="000D00DB"/>
    <w:rsid w:val="000D016D"/>
    <w:rsid w:val="000D1767"/>
    <w:rsid w:val="000D382A"/>
    <w:rsid w:val="000D3AFC"/>
    <w:rsid w:val="000E19F8"/>
    <w:rsid w:val="000E4E64"/>
    <w:rsid w:val="000E6962"/>
    <w:rsid w:val="000F1425"/>
    <w:rsid w:val="000F3A52"/>
    <w:rsid w:val="000F7E1A"/>
    <w:rsid w:val="00101998"/>
    <w:rsid w:val="00102905"/>
    <w:rsid w:val="00110427"/>
    <w:rsid w:val="00114ABB"/>
    <w:rsid w:val="00115702"/>
    <w:rsid w:val="001165B1"/>
    <w:rsid w:val="00120CA6"/>
    <w:rsid w:val="00121823"/>
    <w:rsid w:val="0013316F"/>
    <w:rsid w:val="0013512D"/>
    <w:rsid w:val="00140353"/>
    <w:rsid w:val="00140842"/>
    <w:rsid w:val="00152D82"/>
    <w:rsid w:val="00153BCA"/>
    <w:rsid w:val="00153C00"/>
    <w:rsid w:val="00153C75"/>
    <w:rsid w:val="00154B99"/>
    <w:rsid w:val="00155BA4"/>
    <w:rsid w:val="001577D6"/>
    <w:rsid w:val="00157D48"/>
    <w:rsid w:val="00162C34"/>
    <w:rsid w:val="001663E7"/>
    <w:rsid w:val="001755CC"/>
    <w:rsid w:val="001755D0"/>
    <w:rsid w:val="00181354"/>
    <w:rsid w:val="001879EF"/>
    <w:rsid w:val="00187F44"/>
    <w:rsid w:val="001A6724"/>
    <w:rsid w:val="001A6B56"/>
    <w:rsid w:val="001B5080"/>
    <w:rsid w:val="001B5201"/>
    <w:rsid w:val="001B72F7"/>
    <w:rsid w:val="001B76D0"/>
    <w:rsid w:val="001B7A85"/>
    <w:rsid w:val="001C1CA3"/>
    <w:rsid w:val="001C4ADA"/>
    <w:rsid w:val="001C5873"/>
    <w:rsid w:val="001C624D"/>
    <w:rsid w:val="001C7BC7"/>
    <w:rsid w:val="001D0648"/>
    <w:rsid w:val="001D3E90"/>
    <w:rsid w:val="001D5DD5"/>
    <w:rsid w:val="001D79B0"/>
    <w:rsid w:val="001F0B2D"/>
    <w:rsid w:val="001F274C"/>
    <w:rsid w:val="001F3DE7"/>
    <w:rsid w:val="001F69E2"/>
    <w:rsid w:val="001F71C1"/>
    <w:rsid w:val="0020639C"/>
    <w:rsid w:val="0021689F"/>
    <w:rsid w:val="00217D8E"/>
    <w:rsid w:val="00220C41"/>
    <w:rsid w:val="002223F9"/>
    <w:rsid w:val="00223BBE"/>
    <w:rsid w:val="002241EC"/>
    <w:rsid w:val="00224E30"/>
    <w:rsid w:val="002255C3"/>
    <w:rsid w:val="002272A0"/>
    <w:rsid w:val="00231F4C"/>
    <w:rsid w:val="00232881"/>
    <w:rsid w:val="00234F4A"/>
    <w:rsid w:val="002366E2"/>
    <w:rsid w:val="002427CC"/>
    <w:rsid w:val="00243C4C"/>
    <w:rsid w:val="002440EB"/>
    <w:rsid w:val="002476DA"/>
    <w:rsid w:val="00247EE2"/>
    <w:rsid w:val="00250037"/>
    <w:rsid w:val="002513A0"/>
    <w:rsid w:val="00251B83"/>
    <w:rsid w:val="00253DE2"/>
    <w:rsid w:val="00254045"/>
    <w:rsid w:val="00254AB9"/>
    <w:rsid w:val="00254C3B"/>
    <w:rsid w:val="00255C9F"/>
    <w:rsid w:val="002571A0"/>
    <w:rsid w:val="00257F2F"/>
    <w:rsid w:val="002626A3"/>
    <w:rsid w:val="00262E19"/>
    <w:rsid w:val="002704F7"/>
    <w:rsid w:val="00271125"/>
    <w:rsid w:val="00272819"/>
    <w:rsid w:val="002730AB"/>
    <w:rsid w:val="00276414"/>
    <w:rsid w:val="00282518"/>
    <w:rsid w:val="00282C9E"/>
    <w:rsid w:val="00283FE2"/>
    <w:rsid w:val="00285CA2"/>
    <w:rsid w:val="00286F2C"/>
    <w:rsid w:val="0028769C"/>
    <w:rsid w:val="0029107D"/>
    <w:rsid w:val="00291735"/>
    <w:rsid w:val="002927EA"/>
    <w:rsid w:val="002939A4"/>
    <w:rsid w:val="00294420"/>
    <w:rsid w:val="00296F73"/>
    <w:rsid w:val="002A352C"/>
    <w:rsid w:val="002A46CC"/>
    <w:rsid w:val="002B1B7D"/>
    <w:rsid w:val="002B524B"/>
    <w:rsid w:val="002C3455"/>
    <w:rsid w:val="002C3FF9"/>
    <w:rsid w:val="002D1583"/>
    <w:rsid w:val="002D237E"/>
    <w:rsid w:val="002D4842"/>
    <w:rsid w:val="002D5CF2"/>
    <w:rsid w:val="002D6274"/>
    <w:rsid w:val="002E05EA"/>
    <w:rsid w:val="002E12DE"/>
    <w:rsid w:val="002E14C4"/>
    <w:rsid w:val="002E33C0"/>
    <w:rsid w:val="002E63D1"/>
    <w:rsid w:val="002E764C"/>
    <w:rsid w:val="002F3E07"/>
    <w:rsid w:val="002F4915"/>
    <w:rsid w:val="002F50E9"/>
    <w:rsid w:val="002F5BDA"/>
    <w:rsid w:val="002F7BC7"/>
    <w:rsid w:val="00300B44"/>
    <w:rsid w:val="00301BBD"/>
    <w:rsid w:val="00303120"/>
    <w:rsid w:val="00314196"/>
    <w:rsid w:val="0032043B"/>
    <w:rsid w:val="00323382"/>
    <w:rsid w:val="00327981"/>
    <w:rsid w:val="00327D81"/>
    <w:rsid w:val="00332202"/>
    <w:rsid w:val="00333378"/>
    <w:rsid w:val="003375FF"/>
    <w:rsid w:val="00341781"/>
    <w:rsid w:val="00342B9F"/>
    <w:rsid w:val="00354037"/>
    <w:rsid w:val="00354759"/>
    <w:rsid w:val="00357A2E"/>
    <w:rsid w:val="00360ACF"/>
    <w:rsid w:val="003653E1"/>
    <w:rsid w:val="003657E1"/>
    <w:rsid w:val="0036608B"/>
    <w:rsid w:val="0036662E"/>
    <w:rsid w:val="00367550"/>
    <w:rsid w:val="0037123D"/>
    <w:rsid w:val="00374FF7"/>
    <w:rsid w:val="00376791"/>
    <w:rsid w:val="003815A1"/>
    <w:rsid w:val="0038334F"/>
    <w:rsid w:val="00383AAB"/>
    <w:rsid w:val="00390E6F"/>
    <w:rsid w:val="0039328A"/>
    <w:rsid w:val="003933E3"/>
    <w:rsid w:val="003A2F93"/>
    <w:rsid w:val="003A3E84"/>
    <w:rsid w:val="003A665B"/>
    <w:rsid w:val="003B0C24"/>
    <w:rsid w:val="003B3AFF"/>
    <w:rsid w:val="003B6CF1"/>
    <w:rsid w:val="003B7C37"/>
    <w:rsid w:val="003C0EF8"/>
    <w:rsid w:val="003C146E"/>
    <w:rsid w:val="003C217D"/>
    <w:rsid w:val="003C2F7D"/>
    <w:rsid w:val="003C5DC1"/>
    <w:rsid w:val="003C7987"/>
    <w:rsid w:val="003D02D6"/>
    <w:rsid w:val="003D1584"/>
    <w:rsid w:val="003D2AE8"/>
    <w:rsid w:val="003D3AAD"/>
    <w:rsid w:val="003D62A2"/>
    <w:rsid w:val="003E01EB"/>
    <w:rsid w:val="003E022F"/>
    <w:rsid w:val="003E149A"/>
    <w:rsid w:val="003E240D"/>
    <w:rsid w:val="003F4D6F"/>
    <w:rsid w:val="004046C3"/>
    <w:rsid w:val="004064AB"/>
    <w:rsid w:val="0040662F"/>
    <w:rsid w:val="0041187E"/>
    <w:rsid w:val="00413567"/>
    <w:rsid w:val="00414830"/>
    <w:rsid w:val="004164C8"/>
    <w:rsid w:val="00416879"/>
    <w:rsid w:val="004175C6"/>
    <w:rsid w:val="00420ACB"/>
    <w:rsid w:val="0042179C"/>
    <w:rsid w:val="0042190E"/>
    <w:rsid w:val="00425F16"/>
    <w:rsid w:val="00430F34"/>
    <w:rsid w:val="00431890"/>
    <w:rsid w:val="00432464"/>
    <w:rsid w:val="00433D73"/>
    <w:rsid w:val="00434C77"/>
    <w:rsid w:val="0043544C"/>
    <w:rsid w:val="00440CA1"/>
    <w:rsid w:val="00441ABA"/>
    <w:rsid w:val="00445B26"/>
    <w:rsid w:val="00447003"/>
    <w:rsid w:val="00452B5C"/>
    <w:rsid w:val="004539AA"/>
    <w:rsid w:val="00453D46"/>
    <w:rsid w:val="004566A8"/>
    <w:rsid w:val="004638F2"/>
    <w:rsid w:val="00467091"/>
    <w:rsid w:val="00470CD8"/>
    <w:rsid w:val="004745E4"/>
    <w:rsid w:val="0047796A"/>
    <w:rsid w:val="00480008"/>
    <w:rsid w:val="004804AD"/>
    <w:rsid w:val="004804B2"/>
    <w:rsid w:val="00480DC2"/>
    <w:rsid w:val="00481B3C"/>
    <w:rsid w:val="00485C0D"/>
    <w:rsid w:val="00485EC8"/>
    <w:rsid w:val="00490986"/>
    <w:rsid w:val="004924A9"/>
    <w:rsid w:val="0049487E"/>
    <w:rsid w:val="00495CFB"/>
    <w:rsid w:val="00496142"/>
    <w:rsid w:val="004A1A5E"/>
    <w:rsid w:val="004B51F8"/>
    <w:rsid w:val="004B54E0"/>
    <w:rsid w:val="004B7DF3"/>
    <w:rsid w:val="004C0A9D"/>
    <w:rsid w:val="004C21EC"/>
    <w:rsid w:val="004C2E21"/>
    <w:rsid w:val="004D015F"/>
    <w:rsid w:val="004D6724"/>
    <w:rsid w:val="004E0DC8"/>
    <w:rsid w:val="004E3702"/>
    <w:rsid w:val="004E37D2"/>
    <w:rsid w:val="004E4C3A"/>
    <w:rsid w:val="004E681D"/>
    <w:rsid w:val="004F1CE9"/>
    <w:rsid w:val="004F21C8"/>
    <w:rsid w:val="0050492F"/>
    <w:rsid w:val="005119E2"/>
    <w:rsid w:val="00513E6D"/>
    <w:rsid w:val="0051420F"/>
    <w:rsid w:val="00524F1B"/>
    <w:rsid w:val="00527E5F"/>
    <w:rsid w:val="00532AC1"/>
    <w:rsid w:val="00533DF0"/>
    <w:rsid w:val="00535D6A"/>
    <w:rsid w:val="00536CF2"/>
    <w:rsid w:val="00540609"/>
    <w:rsid w:val="00540DBE"/>
    <w:rsid w:val="00540FED"/>
    <w:rsid w:val="0054619B"/>
    <w:rsid w:val="005522FA"/>
    <w:rsid w:val="00552888"/>
    <w:rsid w:val="00556A26"/>
    <w:rsid w:val="0055762C"/>
    <w:rsid w:val="00557DF6"/>
    <w:rsid w:val="00557F6C"/>
    <w:rsid w:val="00561EED"/>
    <w:rsid w:val="00562813"/>
    <w:rsid w:val="00562CFC"/>
    <w:rsid w:val="005638FC"/>
    <w:rsid w:val="00564DF7"/>
    <w:rsid w:val="00566F27"/>
    <w:rsid w:val="00567B63"/>
    <w:rsid w:val="00573637"/>
    <w:rsid w:val="00574F19"/>
    <w:rsid w:val="0058037B"/>
    <w:rsid w:val="00580C8D"/>
    <w:rsid w:val="00582C15"/>
    <w:rsid w:val="005830D3"/>
    <w:rsid w:val="00587C30"/>
    <w:rsid w:val="00590F4A"/>
    <w:rsid w:val="005928F6"/>
    <w:rsid w:val="00594C98"/>
    <w:rsid w:val="005A10A7"/>
    <w:rsid w:val="005A1279"/>
    <w:rsid w:val="005A134F"/>
    <w:rsid w:val="005A1470"/>
    <w:rsid w:val="005B769F"/>
    <w:rsid w:val="005C40C8"/>
    <w:rsid w:val="005C419B"/>
    <w:rsid w:val="005C6CB1"/>
    <w:rsid w:val="005C7B14"/>
    <w:rsid w:val="005C7D5F"/>
    <w:rsid w:val="005D26CC"/>
    <w:rsid w:val="005D703C"/>
    <w:rsid w:val="005D7B4C"/>
    <w:rsid w:val="005D7C6A"/>
    <w:rsid w:val="005E03E4"/>
    <w:rsid w:val="005E4015"/>
    <w:rsid w:val="005E4FA9"/>
    <w:rsid w:val="005E7D15"/>
    <w:rsid w:val="005F18DA"/>
    <w:rsid w:val="005F5F37"/>
    <w:rsid w:val="005F688C"/>
    <w:rsid w:val="00602691"/>
    <w:rsid w:val="00604EEC"/>
    <w:rsid w:val="006072CE"/>
    <w:rsid w:val="006101A0"/>
    <w:rsid w:val="006115CF"/>
    <w:rsid w:val="006127D6"/>
    <w:rsid w:val="0061788B"/>
    <w:rsid w:val="0062319E"/>
    <w:rsid w:val="00625C77"/>
    <w:rsid w:val="006265AC"/>
    <w:rsid w:val="00630210"/>
    <w:rsid w:val="00634436"/>
    <w:rsid w:val="0063476D"/>
    <w:rsid w:val="00634903"/>
    <w:rsid w:val="006356F1"/>
    <w:rsid w:val="006362BA"/>
    <w:rsid w:val="00637E3A"/>
    <w:rsid w:val="00640B49"/>
    <w:rsid w:val="00641B94"/>
    <w:rsid w:val="00643281"/>
    <w:rsid w:val="006454D9"/>
    <w:rsid w:val="006461A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5743B"/>
    <w:rsid w:val="00664078"/>
    <w:rsid w:val="00670227"/>
    <w:rsid w:val="00670CC4"/>
    <w:rsid w:val="00676154"/>
    <w:rsid w:val="006809FB"/>
    <w:rsid w:val="006857E0"/>
    <w:rsid w:val="00690F99"/>
    <w:rsid w:val="00694EDF"/>
    <w:rsid w:val="0069689F"/>
    <w:rsid w:val="00697E29"/>
    <w:rsid w:val="006A06CF"/>
    <w:rsid w:val="006A0B90"/>
    <w:rsid w:val="006A546B"/>
    <w:rsid w:val="006A60C0"/>
    <w:rsid w:val="006B4594"/>
    <w:rsid w:val="006B5256"/>
    <w:rsid w:val="006B6331"/>
    <w:rsid w:val="006C0EE1"/>
    <w:rsid w:val="006C0FCB"/>
    <w:rsid w:val="006C7B19"/>
    <w:rsid w:val="006D30F8"/>
    <w:rsid w:val="006D7788"/>
    <w:rsid w:val="006D7C06"/>
    <w:rsid w:val="006E0046"/>
    <w:rsid w:val="006E2191"/>
    <w:rsid w:val="006E31FC"/>
    <w:rsid w:val="006E4D48"/>
    <w:rsid w:val="006E5470"/>
    <w:rsid w:val="006E5FD1"/>
    <w:rsid w:val="006F5EDD"/>
    <w:rsid w:val="006F6C4A"/>
    <w:rsid w:val="006F7A21"/>
    <w:rsid w:val="0070288E"/>
    <w:rsid w:val="007045FD"/>
    <w:rsid w:val="00710232"/>
    <w:rsid w:val="00717038"/>
    <w:rsid w:val="00720FFB"/>
    <w:rsid w:val="00722285"/>
    <w:rsid w:val="00723A36"/>
    <w:rsid w:val="00735DE7"/>
    <w:rsid w:val="007416C2"/>
    <w:rsid w:val="007420EC"/>
    <w:rsid w:val="00742BC2"/>
    <w:rsid w:val="007438E1"/>
    <w:rsid w:val="007441E6"/>
    <w:rsid w:val="00746A8B"/>
    <w:rsid w:val="0075146A"/>
    <w:rsid w:val="00752D09"/>
    <w:rsid w:val="0075351F"/>
    <w:rsid w:val="00753C5B"/>
    <w:rsid w:val="0075713E"/>
    <w:rsid w:val="00757D34"/>
    <w:rsid w:val="00760976"/>
    <w:rsid w:val="00761685"/>
    <w:rsid w:val="00762D1B"/>
    <w:rsid w:val="00763C5A"/>
    <w:rsid w:val="007640AC"/>
    <w:rsid w:val="00767AB8"/>
    <w:rsid w:val="00771E82"/>
    <w:rsid w:val="007728AF"/>
    <w:rsid w:val="007733F4"/>
    <w:rsid w:val="0077505A"/>
    <w:rsid w:val="00777F6E"/>
    <w:rsid w:val="00785436"/>
    <w:rsid w:val="00791A6B"/>
    <w:rsid w:val="00792EFD"/>
    <w:rsid w:val="00797007"/>
    <w:rsid w:val="00797CC2"/>
    <w:rsid w:val="00797E46"/>
    <w:rsid w:val="007A296F"/>
    <w:rsid w:val="007A31EC"/>
    <w:rsid w:val="007A3630"/>
    <w:rsid w:val="007A4785"/>
    <w:rsid w:val="007A6E5C"/>
    <w:rsid w:val="007A737D"/>
    <w:rsid w:val="007A74A6"/>
    <w:rsid w:val="007B11C5"/>
    <w:rsid w:val="007B380C"/>
    <w:rsid w:val="007B39A5"/>
    <w:rsid w:val="007B7302"/>
    <w:rsid w:val="007C020E"/>
    <w:rsid w:val="007C1163"/>
    <w:rsid w:val="007C1999"/>
    <w:rsid w:val="007C3DF3"/>
    <w:rsid w:val="007C60B3"/>
    <w:rsid w:val="007C7FFA"/>
    <w:rsid w:val="007D0BE0"/>
    <w:rsid w:val="007D1658"/>
    <w:rsid w:val="007D3795"/>
    <w:rsid w:val="007D3CE3"/>
    <w:rsid w:val="007D6E0D"/>
    <w:rsid w:val="007E03CF"/>
    <w:rsid w:val="007E0CBA"/>
    <w:rsid w:val="007E41D5"/>
    <w:rsid w:val="007E6338"/>
    <w:rsid w:val="007E69D1"/>
    <w:rsid w:val="007E73AA"/>
    <w:rsid w:val="007F1D48"/>
    <w:rsid w:val="008007D6"/>
    <w:rsid w:val="008018A1"/>
    <w:rsid w:val="00801CBD"/>
    <w:rsid w:val="008053D0"/>
    <w:rsid w:val="0081356A"/>
    <w:rsid w:val="0081484D"/>
    <w:rsid w:val="008205F8"/>
    <w:rsid w:val="00823E62"/>
    <w:rsid w:val="00823FF8"/>
    <w:rsid w:val="00832A37"/>
    <w:rsid w:val="00836FA3"/>
    <w:rsid w:val="008378DB"/>
    <w:rsid w:val="00844AC2"/>
    <w:rsid w:val="008456B4"/>
    <w:rsid w:val="00850934"/>
    <w:rsid w:val="00851C32"/>
    <w:rsid w:val="00861264"/>
    <w:rsid w:val="00862C7F"/>
    <w:rsid w:val="00862F89"/>
    <w:rsid w:val="0086345B"/>
    <w:rsid w:val="00865D80"/>
    <w:rsid w:val="008667B9"/>
    <w:rsid w:val="00866932"/>
    <w:rsid w:val="008716AB"/>
    <w:rsid w:val="00875129"/>
    <w:rsid w:val="00880473"/>
    <w:rsid w:val="00881D68"/>
    <w:rsid w:val="008838BE"/>
    <w:rsid w:val="008924A4"/>
    <w:rsid w:val="008A052F"/>
    <w:rsid w:val="008A1870"/>
    <w:rsid w:val="008A4182"/>
    <w:rsid w:val="008A5821"/>
    <w:rsid w:val="008A6DC5"/>
    <w:rsid w:val="008B4545"/>
    <w:rsid w:val="008B5A11"/>
    <w:rsid w:val="008B6803"/>
    <w:rsid w:val="008B7E21"/>
    <w:rsid w:val="008C0266"/>
    <w:rsid w:val="008C115F"/>
    <w:rsid w:val="008C1A48"/>
    <w:rsid w:val="008C2D25"/>
    <w:rsid w:val="008C4529"/>
    <w:rsid w:val="008C4AF9"/>
    <w:rsid w:val="008C6875"/>
    <w:rsid w:val="008D0552"/>
    <w:rsid w:val="008E12B1"/>
    <w:rsid w:val="008E4D27"/>
    <w:rsid w:val="008E652B"/>
    <w:rsid w:val="008E6BF1"/>
    <w:rsid w:val="008E7D3B"/>
    <w:rsid w:val="008E7FC8"/>
    <w:rsid w:val="008F0B4D"/>
    <w:rsid w:val="008F2307"/>
    <w:rsid w:val="008F3413"/>
    <w:rsid w:val="008F348A"/>
    <w:rsid w:val="0090283D"/>
    <w:rsid w:val="0090294B"/>
    <w:rsid w:val="009038B0"/>
    <w:rsid w:val="00903921"/>
    <w:rsid w:val="00906559"/>
    <w:rsid w:val="00910EE5"/>
    <w:rsid w:val="00910F8E"/>
    <w:rsid w:val="00912A4A"/>
    <w:rsid w:val="00921337"/>
    <w:rsid w:val="00924A9D"/>
    <w:rsid w:val="00927E01"/>
    <w:rsid w:val="009336C3"/>
    <w:rsid w:val="00934060"/>
    <w:rsid w:val="009341BA"/>
    <w:rsid w:val="009371E8"/>
    <w:rsid w:val="00940ACD"/>
    <w:rsid w:val="00943ECC"/>
    <w:rsid w:val="009462A6"/>
    <w:rsid w:val="009468B8"/>
    <w:rsid w:val="00950771"/>
    <w:rsid w:val="00954A0C"/>
    <w:rsid w:val="00955BCC"/>
    <w:rsid w:val="00957263"/>
    <w:rsid w:val="0096003C"/>
    <w:rsid w:val="009608B4"/>
    <w:rsid w:val="00960A18"/>
    <w:rsid w:val="009622DE"/>
    <w:rsid w:val="00965A5B"/>
    <w:rsid w:val="009667D8"/>
    <w:rsid w:val="0097130D"/>
    <w:rsid w:val="00972933"/>
    <w:rsid w:val="00972AB1"/>
    <w:rsid w:val="00973517"/>
    <w:rsid w:val="00974541"/>
    <w:rsid w:val="00975DB9"/>
    <w:rsid w:val="00976DAC"/>
    <w:rsid w:val="0098249D"/>
    <w:rsid w:val="0098307C"/>
    <w:rsid w:val="00984E63"/>
    <w:rsid w:val="00991542"/>
    <w:rsid w:val="0099290F"/>
    <w:rsid w:val="00993A0B"/>
    <w:rsid w:val="00993A68"/>
    <w:rsid w:val="009A1F47"/>
    <w:rsid w:val="009A4167"/>
    <w:rsid w:val="009A5F33"/>
    <w:rsid w:val="009B3DB4"/>
    <w:rsid w:val="009B433A"/>
    <w:rsid w:val="009B77D8"/>
    <w:rsid w:val="009C028B"/>
    <w:rsid w:val="009C090D"/>
    <w:rsid w:val="009C5DAA"/>
    <w:rsid w:val="009C6EC5"/>
    <w:rsid w:val="009D17DB"/>
    <w:rsid w:val="009D1D01"/>
    <w:rsid w:val="009D3A91"/>
    <w:rsid w:val="009D3B01"/>
    <w:rsid w:val="009D44F9"/>
    <w:rsid w:val="009D6F63"/>
    <w:rsid w:val="009E1A16"/>
    <w:rsid w:val="009E1CF1"/>
    <w:rsid w:val="009E2A7F"/>
    <w:rsid w:val="009E3716"/>
    <w:rsid w:val="009E5378"/>
    <w:rsid w:val="00A04395"/>
    <w:rsid w:val="00A05B1D"/>
    <w:rsid w:val="00A07334"/>
    <w:rsid w:val="00A0780F"/>
    <w:rsid w:val="00A07E31"/>
    <w:rsid w:val="00A14E12"/>
    <w:rsid w:val="00A20762"/>
    <w:rsid w:val="00A220AA"/>
    <w:rsid w:val="00A2667C"/>
    <w:rsid w:val="00A26729"/>
    <w:rsid w:val="00A339BE"/>
    <w:rsid w:val="00A3738B"/>
    <w:rsid w:val="00A41F40"/>
    <w:rsid w:val="00A43BF8"/>
    <w:rsid w:val="00A44D14"/>
    <w:rsid w:val="00A45E60"/>
    <w:rsid w:val="00A52E7D"/>
    <w:rsid w:val="00A53081"/>
    <w:rsid w:val="00A5480D"/>
    <w:rsid w:val="00A55C52"/>
    <w:rsid w:val="00A55C79"/>
    <w:rsid w:val="00A621B3"/>
    <w:rsid w:val="00A64D0F"/>
    <w:rsid w:val="00A7152B"/>
    <w:rsid w:val="00A72BCA"/>
    <w:rsid w:val="00A76DD7"/>
    <w:rsid w:val="00A774E9"/>
    <w:rsid w:val="00A80365"/>
    <w:rsid w:val="00A80829"/>
    <w:rsid w:val="00A80E28"/>
    <w:rsid w:val="00A81262"/>
    <w:rsid w:val="00A81424"/>
    <w:rsid w:val="00A82C2C"/>
    <w:rsid w:val="00A84CD2"/>
    <w:rsid w:val="00A8557D"/>
    <w:rsid w:val="00A867F5"/>
    <w:rsid w:val="00A86C4C"/>
    <w:rsid w:val="00A86F06"/>
    <w:rsid w:val="00A90015"/>
    <w:rsid w:val="00A918C5"/>
    <w:rsid w:val="00AA13C8"/>
    <w:rsid w:val="00AA18E1"/>
    <w:rsid w:val="00AA22B1"/>
    <w:rsid w:val="00AA263D"/>
    <w:rsid w:val="00AA3555"/>
    <w:rsid w:val="00AA4BBE"/>
    <w:rsid w:val="00AA774A"/>
    <w:rsid w:val="00AB1793"/>
    <w:rsid w:val="00AB3415"/>
    <w:rsid w:val="00AD209D"/>
    <w:rsid w:val="00AD214A"/>
    <w:rsid w:val="00AD2B1B"/>
    <w:rsid w:val="00AD2BCF"/>
    <w:rsid w:val="00AE0481"/>
    <w:rsid w:val="00AE0B4C"/>
    <w:rsid w:val="00AE1C8E"/>
    <w:rsid w:val="00AE6BB2"/>
    <w:rsid w:val="00AF6683"/>
    <w:rsid w:val="00AF744D"/>
    <w:rsid w:val="00AF7A2B"/>
    <w:rsid w:val="00B053FD"/>
    <w:rsid w:val="00B06FC6"/>
    <w:rsid w:val="00B07FBA"/>
    <w:rsid w:val="00B10334"/>
    <w:rsid w:val="00B106E2"/>
    <w:rsid w:val="00B11A01"/>
    <w:rsid w:val="00B11B56"/>
    <w:rsid w:val="00B16A2A"/>
    <w:rsid w:val="00B21C47"/>
    <w:rsid w:val="00B2308F"/>
    <w:rsid w:val="00B232FE"/>
    <w:rsid w:val="00B243A7"/>
    <w:rsid w:val="00B2721E"/>
    <w:rsid w:val="00B300DE"/>
    <w:rsid w:val="00B30D07"/>
    <w:rsid w:val="00B34D03"/>
    <w:rsid w:val="00B40A3F"/>
    <w:rsid w:val="00B41F34"/>
    <w:rsid w:val="00B4272C"/>
    <w:rsid w:val="00B44B08"/>
    <w:rsid w:val="00B4681A"/>
    <w:rsid w:val="00B514E9"/>
    <w:rsid w:val="00B6287F"/>
    <w:rsid w:val="00B63607"/>
    <w:rsid w:val="00B63945"/>
    <w:rsid w:val="00B651B4"/>
    <w:rsid w:val="00B651E0"/>
    <w:rsid w:val="00B76398"/>
    <w:rsid w:val="00B77A69"/>
    <w:rsid w:val="00B82ED8"/>
    <w:rsid w:val="00B90BB8"/>
    <w:rsid w:val="00B92CE1"/>
    <w:rsid w:val="00B9397F"/>
    <w:rsid w:val="00B94DC7"/>
    <w:rsid w:val="00B94EC0"/>
    <w:rsid w:val="00B95370"/>
    <w:rsid w:val="00B96858"/>
    <w:rsid w:val="00B97597"/>
    <w:rsid w:val="00BA0167"/>
    <w:rsid w:val="00BA062A"/>
    <w:rsid w:val="00BA0DC8"/>
    <w:rsid w:val="00BA37B6"/>
    <w:rsid w:val="00BA53E5"/>
    <w:rsid w:val="00BA6C8C"/>
    <w:rsid w:val="00BB21EE"/>
    <w:rsid w:val="00BB5D16"/>
    <w:rsid w:val="00BB7E8C"/>
    <w:rsid w:val="00BC022E"/>
    <w:rsid w:val="00BC05F8"/>
    <w:rsid w:val="00BC2AB2"/>
    <w:rsid w:val="00BC2DA3"/>
    <w:rsid w:val="00BC35C4"/>
    <w:rsid w:val="00BC4952"/>
    <w:rsid w:val="00BC5524"/>
    <w:rsid w:val="00BC75A7"/>
    <w:rsid w:val="00BD0438"/>
    <w:rsid w:val="00BD3B8E"/>
    <w:rsid w:val="00BE090F"/>
    <w:rsid w:val="00BE7EF8"/>
    <w:rsid w:val="00BF0762"/>
    <w:rsid w:val="00BF5703"/>
    <w:rsid w:val="00BF5D61"/>
    <w:rsid w:val="00BF5F44"/>
    <w:rsid w:val="00BF7C05"/>
    <w:rsid w:val="00C02906"/>
    <w:rsid w:val="00C063D7"/>
    <w:rsid w:val="00C064E6"/>
    <w:rsid w:val="00C06870"/>
    <w:rsid w:val="00C070B7"/>
    <w:rsid w:val="00C1198E"/>
    <w:rsid w:val="00C14926"/>
    <w:rsid w:val="00C14FA0"/>
    <w:rsid w:val="00C1523D"/>
    <w:rsid w:val="00C16E24"/>
    <w:rsid w:val="00C177D8"/>
    <w:rsid w:val="00C202A2"/>
    <w:rsid w:val="00C21531"/>
    <w:rsid w:val="00C22596"/>
    <w:rsid w:val="00C22947"/>
    <w:rsid w:val="00C2562F"/>
    <w:rsid w:val="00C26293"/>
    <w:rsid w:val="00C27F1D"/>
    <w:rsid w:val="00C31094"/>
    <w:rsid w:val="00C35107"/>
    <w:rsid w:val="00C40CF8"/>
    <w:rsid w:val="00C41294"/>
    <w:rsid w:val="00C43DFF"/>
    <w:rsid w:val="00C44642"/>
    <w:rsid w:val="00C46296"/>
    <w:rsid w:val="00C47DE1"/>
    <w:rsid w:val="00C54046"/>
    <w:rsid w:val="00C5722A"/>
    <w:rsid w:val="00C60F9F"/>
    <w:rsid w:val="00C614F6"/>
    <w:rsid w:val="00C624AE"/>
    <w:rsid w:val="00C65BD9"/>
    <w:rsid w:val="00C66F11"/>
    <w:rsid w:val="00C679B2"/>
    <w:rsid w:val="00C7084C"/>
    <w:rsid w:val="00C718BE"/>
    <w:rsid w:val="00C723FF"/>
    <w:rsid w:val="00C742E4"/>
    <w:rsid w:val="00C74455"/>
    <w:rsid w:val="00C76253"/>
    <w:rsid w:val="00C85EEE"/>
    <w:rsid w:val="00C91270"/>
    <w:rsid w:val="00C91DD9"/>
    <w:rsid w:val="00C93193"/>
    <w:rsid w:val="00C9421E"/>
    <w:rsid w:val="00C947D3"/>
    <w:rsid w:val="00C95C95"/>
    <w:rsid w:val="00CA04C4"/>
    <w:rsid w:val="00CA2661"/>
    <w:rsid w:val="00CA2E58"/>
    <w:rsid w:val="00CA5255"/>
    <w:rsid w:val="00CA6455"/>
    <w:rsid w:val="00CA6D52"/>
    <w:rsid w:val="00CB0CF8"/>
    <w:rsid w:val="00CB1E23"/>
    <w:rsid w:val="00CB493A"/>
    <w:rsid w:val="00CB683B"/>
    <w:rsid w:val="00CB6D62"/>
    <w:rsid w:val="00CB7793"/>
    <w:rsid w:val="00CC29D1"/>
    <w:rsid w:val="00CD159B"/>
    <w:rsid w:val="00CD201C"/>
    <w:rsid w:val="00CD25BF"/>
    <w:rsid w:val="00CE0306"/>
    <w:rsid w:val="00CE2CFB"/>
    <w:rsid w:val="00CE2FAA"/>
    <w:rsid w:val="00CE342D"/>
    <w:rsid w:val="00CE3F9E"/>
    <w:rsid w:val="00CE4512"/>
    <w:rsid w:val="00CE55EB"/>
    <w:rsid w:val="00CE5958"/>
    <w:rsid w:val="00CF0568"/>
    <w:rsid w:val="00CF3034"/>
    <w:rsid w:val="00CF3356"/>
    <w:rsid w:val="00D00737"/>
    <w:rsid w:val="00D014C5"/>
    <w:rsid w:val="00D051E3"/>
    <w:rsid w:val="00D05535"/>
    <w:rsid w:val="00D1481F"/>
    <w:rsid w:val="00D16563"/>
    <w:rsid w:val="00D1706E"/>
    <w:rsid w:val="00D1785E"/>
    <w:rsid w:val="00D17C68"/>
    <w:rsid w:val="00D17E71"/>
    <w:rsid w:val="00D20A6E"/>
    <w:rsid w:val="00D21943"/>
    <w:rsid w:val="00D24A66"/>
    <w:rsid w:val="00D2507C"/>
    <w:rsid w:val="00D26D44"/>
    <w:rsid w:val="00D271D0"/>
    <w:rsid w:val="00D34091"/>
    <w:rsid w:val="00D35C4C"/>
    <w:rsid w:val="00D371BC"/>
    <w:rsid w:val="00D3791B"/>
    <w:rsid w:val="00D408B0"/>
    <w:rsid w:val="00D43AAD"/>
    <w:rsid w:val="00D4472F"/>
    <w:rsid w:val="00D512AF"/>
    <w:rsid w:val="00D52092"/>
    <w:rsid w:val="00D55CB1"/>
    <w:rsid w:val="00D60212"/>
    <w:rsid w:val="00D6437F"/>
    <w:rsid w:val="00D6744A"/>
    <w:rsid w:val="00D7173C"/>
    <w:rsid w:val="00D72698"/>
    <w:rsid w:val="00D762B1"/>
    <w:rsid w:val="00D767CA"/>
    <w:rsid w:val="00D80258"/>
    <w:rsid w:val="00D82B4D"/>
    <w:rsid w:val="00D83539"/>
    <w:rsid w:val="00D8431D"/>
    <w:rsid w:val="00D861FB"/>
    <w:rsid w:val="00D902B9"/>
    <w:rsid w:val="00D910D4"/>
    <w:rsid w:val="00D91BB8"/>
    <w:rsid w:val="00D92127"/>
    <w:rsid w:val="00D9488C"/>
    <w:rsid w:val="00DA05CC"/>
    <w:rsid w:val="00DA1682"/>
    <w:rsid w:val="00DA6563"/>
    <w:rsid w:val="00DB0EF7"/>
    <w:rsid w:val="00DB3447"/>
    <w:rsid w:val="00DC410C"/>
    <w:rsid w:val="00DC5C81"/>
    <w:rsid w:val="00DD03C4"/>
    <w:rsid w:val="00DD45C4"/>
    <w:rsid w:val="00DD7FB0"/>
    <w:rsid w:val="00DE002D"/>
    <w:rsid w:val="00DE02C6"/>
    <w:rsid w:val="00DE1337"/>
    <w:rsid w:val="00DE4601"/>
    <w:rsid w:val="00DF3ECC"/>
    <w:rsid w:val="00DF4257"/>
    <w:rsid w:val="00DF60BB"/>
    <w:rsid w:val="00DF6CEF"/>
    <w:rsid w:val="00E00F26"/>
    <w:rsid w:val="00E050CB"/>
    <w:rsid w:val="00E1173C"/>
    <w:rsid w:val="00E132BA"/>
    <w:rsid w:val="00E13CC2"/>
    <w:rsid w:val="00E14EEA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62BD"/>
    <w:rsid w:val="00E479D0"/>
    <w:rsid w:val="00E515BB"/>
    <w:rsid w:val="00E53CDB"/>
    <w:rsid w:val="00E54063"/>
    <w:rsid w:val="00E54390"/>
    <w:rsid w:val="00E5566D"/>
    <w:rsid w:val="00E56065"/>
    <w:rsid w:val="00E56D4B"/>
    <w:rsid w:val="00E6157A"/>
    <w:rsid w:val="00E650D2"/>
    <w:rsid w:val="00E66C48"/>
    <w:rsid w:val="00E674CD"/>
    <w:rsid w:val="00E70363"/>
    <w:rsid w:val="00E71449"/>
    <w:rsid w:val="00E73E90"/>
    <w:rsid w:val="00E750E2"/>
    <w:rsid w:val="00E75E5C"/>
    <w:rsid w:val="00E779A4"/>
    <w:rsid w:val="00E80A1B"/>
    <w:rsid w:val="00E82DC1"/>
    <w:rsid w:val="00E83B1E"/>
    <w:rsid w:val="00E83FA5"/>
    <w:rsid w:val="00E8445D"/>
    <w:rsid w:val="00E92A85"/>
    <w:rsid w:val="00E9352E"/>
    <w:rsid w:val="00E9463C"/>
    <w:rsid w:val="00E9745E"/>
    <w:rsid w:val="00EA337A"/>
    <w:rsid w:val="00EA354B"/>
    <w:rsid w:val="00EA4952"/>
    <w:rsid w:val="00EA7049"/>
    <w:rsid w:val="00EB0DD6"/>
    <w:rsid w:val="00EB171B"/>
    <w:rsid w:val="00EB1C08"/>
    <w:rsid w:val="00EB2151"/>
    <w:rsid w:val="00EB425E"/>
    <w:rsid w:val="00EB478A"/>
    <w:rsid w:val="00EB4F3C"/>
    <w:rsid w:val="00EB5EA9"/>
    <w:rsid w:val="00EC064D"/>
    <w:rsid w:val="00EC1FAC"/>
    <w:rsid w:val="00EC2D28"/>
    <w:rsid w:val="00EC5A29"/>
    <w:rsid w:val="00EC5B86"/>
    <w:rsid w:val="00EC7D55"/>
    <w:rsid w:val="00ED32C1"/>
    <w:rsid w:val="00ED4EFD"/>
    <w:rsid w:val="00ED643F"/>
    <w:rsid w:val="00EE0583"/>
    <w:rsid w:val="00EE09E5"/>
    <w:rsid w:val="00EE1316"/>
    <w:rsid w:val="00EE1707"/>
    <w:rsid w:val="00EF01BB"/>
    <w:rsid w:val="00EF086B"/>
    <w:rsid w:val="00EF0DEB"/>
    <w:rsid w:val="00EF371C"/>
    <w:rsid w:val="00EF702D"/>
    <w:rsid w:val="00EF7775"/>
    <w:rsid w:val="00F019E6"/>
    <w:rsid w:val="00F01FF0"/>
    <w:rsid w:val="00F0309A"/>
    <w:rsid w:val="00F10658"/>
    <w:rsid w:val="00F10848"/>
    <w:rsid w:val="00F153B6"/>
    <w:rsid w:val="00F17EF3"/>
    <w:rsid w:val="00F21F99"/>
    <w:rsid w:val="00F2346E"/>
    <w:rsid w:val="00F27C04"/>
    <w:rsid w:val="00F360A2"/>
    <w:rsid w:val="00F402F2"/>
    <w:rsid w:val="00F4227F"/>
    <w:rsid w:val="00F43660"/>
    <w:rsid w:val="00F43A98"/>
    <w:rsid w:val="00F45315"/>
    <w:rsid w:val="00F46616"/>
    <w:rsid w:val="00F4679D"/>
    <w:rsid w:val="00F46BF5"/>
    <w:rsid w:val="00F511A7"/>
    <w:rsid w:val="00F55A6A"/>
    <w:rsid w:val="00F55C50"/>
    <w:rsid w:val="00F6273B"/>
    <w:rsid w:val="00F65513"/>
    <w:rsid w:val="00F66A37"/>
    <w:rsid w:val="00F767A7"/>
    <w:rsid w:val="00F77685"/>
    <w:rsid w:val="00F77BF7"/>
    <w:rsid w:val="00F81FB8"/>
    <w:rsid w:val="00F821DD"/>
    <w:rsid w:val="00F84B09"/>
    <w:rsid w:val="00F86A6E"/>
    <w:rsid w:val="00F90DAD"/>
    <w:rsid w:val="00F94EF8"/>
    <w:rsid w:val="00F964A1"/>
    <w:rsid w:val="00F96C25"/>
    <w:rsid w:val="00FA299D"/>
    <w:rsid w:val="00FA51F1"/>
    <w:rsid w:val="00FB0DEC"/>
    <w:rsid w:val="00FB0EBB"/>
    <w:rsid w:val="00FB1791"/>
    <w:rsid w:val="00FB4B05"/>
    <w:rsid w:val="00FB5452"/>
    <w:rsid w:val="00FC4285"/>
    <w:rsid w:val="00FD05D5"/>
    <w:rsid w:val="00FD1BA5"/>
    <w:rsid w:val="00FD5B13"/>
    <w:rsid w:val="00FD6D33"/>
    <w:rsid w:val="00FD755C"/>
    <w:rsid w:val="00FE1B43"/>
    <w:rsid w:val="00FE2BFF"/>
    <w:rsid w:val="00FE4C6B"/>
    <w:rsid w:val="00FE649B"/>
    <w:rsid w:val="00FE7C5C"/>
    <w:rsid w:val="00FE7C7E"/>
    <w:rsid w:val="00FF1090"/>
    <w:rsid w:val="00FF1B51"/>
    <w:rsid w:val="00FF2766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,"/>
  <w14:docId w14:val="37FFE326"/>
  <w15:chartTrackingRefBased/>
  <w15:docId w15:val="{2FF0B109-8905-4694-AE75-1075B4BF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F86A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514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2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1CBC61-C830-40B9-8F64-95CFE5B52302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c1a89d3b-8913-4922-a719-bed589bc061b"/>
    <ds:schemaRef ds:uri="http://schemas.microsoft.com/office/2006/documentManagement/types"/>
    <ds:schemaRef ds:uri="http://schemas.openxmlformats.org/package/2006/metadata/core-properties"/>
    <ds:schemaRef ds:uri="a2313ea8-4521-49e8-b6bb-ca19bded6e88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36F0AFC-4982-4C38-894A-9CCBD69C9653}"/>
</file>

<file path=customXml/itemProps3.xml><?xml version="1.0" encoding="utf-8"?>
<ds:datastoreItem xmlns:ds="http://schemas.openxmlformats.org/officeDocument/2006/customXml" ds:itemID="{BA55EB16-F6F7-4140-9F99-F9A2C68B21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1</TotalTime>
  <Pages>3</Pages>
  <Words>744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4</cp:revision>
  <cp:lastPrinted>2012-01-13T10:23:00Z</cp:lastPrinted>
  <dcterms:created xsi:type="dcterms:W3CDTF">2023-12-01T09:31:00Z</dcterms:created>
  <dcterms:modified xsi:type="dcterms:W3CDTF">2023-12-01T09:32:00Z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7f680e-1463-4bcf-922a-e6b119858fec_Enabled">
    <vt:lpwstr>True</vt:lpwstr>
  </property>
  <property fmtid="{D5CDD505-2E9C-101B-9397-08002B2CF9AE}" pid="3" name="MSIP_Label_487f680e-1463-4bcf-922a-e6b119858fec_SiteId">
    <vt:lpwstr>49c79685-7e11-437a-bb25-eba58fc041f5</vt:lpwstr>
  </property>
  <property fmtid="{D5CDD505-2E9C-101B-9397-08002B2CF9AE}" pid="4" name="MSIP_Label_487f680e-1463-4bcf-922a-e6b119858fec_Owner">
    <vt:lpwstr>geert.coremans@geberit.com</vt:lpwstr>
  </property>
  <property fmtid="{D5CDD505-2E9C-101B-9397-08002B2CF9AE}" pid="5" name="MSIP_Label_487f680e-1463-4bcf-922a-e6b119858fec_SetDate">
    <vt:lpwstr>2020-03-23T08:18:12.8542942Z</vt:lpwstr>
  </property>
  <property fmtid="{D5CDD505-2E9C-101B-9397-08002B2CF9AE}" pid="6" name="MSIP_Label_487f680e-1463-4bcf-922a-e6b119858fec_Name">
    <vt:lpwstr>Public</vt:lpwstr>
  </property>
  <property fmtid="{D5CDD505-2E9C-101B-9397-08002B2CF9AE}" pid="7" name="MSIP_Label_487f680e-1463-4bcf-922a-e6b119858fec_Application">
    <vt:lpwstr>Microsoft Azure Information Protection</vt:lpwstr>
  </property>
  <property fmtid="{D5CDD505-2E9C-101B-9397-08002B2CF9AE}" pid="8" name="MSIP_Label_487f680e-1463-4bcf-922a-e6b119858fec_ActionId">
    <vt:lpwstr>efd3e01b-c050-46cf-b43b-6f6dfe04da0f</vt:lpwstr>
  </property>
  <property fmtid="{D5CDD505-2E9C-101B-9397-08002B2CF9AE}" pid="9" name="MSIP_Label_487f680e-1463-4bcf-922a-e6b119858fec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0x0101003D55FDE264B6664C9E7FBDDB3754110B</vt:lpwstr>
  </property>
  <property fmtid="{D5CDD505-2E9C-101B-9397-08002B2CF9AE}" pid="12" name="Order">
    <vt:r8>53700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  <property fmtid="{D5CDD505-2E9C-101B-9397-08002B2CF9AE}" pid="20" name="_SourceUrl">
    <vt:lpwstr/>
  </property>
  <property fmtid="{D5CDD505-2E9C-101B-9397-08002B2CF9AE}" pid="21" name="_SharedFileIndex">
    <vt:lpwstr/>
  </property>
</Properties>
</file>